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5458"/>
        <w:gridCol w:w="5458"/>
      </w:tblGrid>
      <w:tr w:rsidR="001E757A" w:rsidRPr="00F74444" w14:paraId="1FC8CE6A" w14:textId="77777777" w:rsidTr="00E968AC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35AF43CD" w14:textId="77777777" w:rsidR="001E757A" w:rsidRPr="00E44D72" w:rsidRDefault="001E757A" w:rsidP="007A0A25">
            <w:pPr>
              <w:rPr>
                <w:b/>
              </w:rPr>
            </w:pPr>
            <w:r>
              <w:rPr>
                <w:b/>
              </w:rPr>
              <w:t>Record Management</w:t>
            </w:r>
          </w:p>
        </w:tc>
      </w:tr>
      <w:tr w:rsidR="0015700A" w:rsidRPr="00F74444" w14:paraId="584BD185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5A38229" w14:textId="77777777" w:rsidR="0015700A" w:rsidRPr="009D7CF9" w:rsidRDefault="0015700A" w:rsidP="007A0A25">
            <w:r w:rsidRPr="009D7CF9">
              <w:t>Client ID</w:t>
            </w:r>
            <w:r w:rsidR="00F90F66">
              <w:t>:</w:t>
            </w:r>
          </w:p>
        </w:tc>
        <w:tc>
          <w:tcPr>
            <w:tcW w:w="5458" w:type="dxa"/>
            <w:shd w:val="clear" w:color="auto" w:fill="auto"/>
          </w:tcPr>
          <w:p w14:paraId="1CC54DF1" w14:textId="77777777" w:rsidR="0015700A" w:rsidRPr="00A3475D" w:rsidRDefault="0015700A" w:rsidP="007A0A25">
            <w:r w:rsidRPr="00A3475D">
              <w:t>&amp;CLTCAS&amp;</w:t>
            </w:r>
          </w:p>
        </w:tc>
      </w:tr>
      <w:tr w:rsidR="007D11F8" w:rsidRPr="00F74444" w14:paraId="6711FA16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FB1B348" w14:textId="77777777" w:rsidR="007D11F8" w:rsidRPr="009D7CF9" w:rsidRDefault="007D11F8" w:rsidP="007D11F8">
            <w:r w:rsidRPr="009D7CF9">
              <w:t>Grant ID</w:t>
            </w:r>
            <w:r w:rsidR="00F90F66">
              <w:t>:</w:t>
            </w:r>
          </w:p>
        </w:tc>
        <w:tc>
          <w:tcPr>
            <w:tcW w:w="5458" w:type="dxa"/>
            <w:shd w:val="clear" w:color="auto" w:fill="auto"/>
          </w:tcPr>
          <w:p w14:paraId="0F37B471" w14:textId="77777777" w:rsidR="007D11F8" w:rsidRPr="00174F06" w:rsidRDefault="00174F06" w:rsidP="007D11F8">
            <w:pPr>
              <w:rPr>
                <w:b/>
              </w:rPr>
            </w:pPr>
            <w:r w:rsidRPr="00174F06">
              <w:rPr>
                <w:rFonts w:cs="Arial"/>
                <w:color w:val="333333"/>
                <w:shd w:val="clear" w:color="auto" w:fill="FFFFFF"/>
              </w:rPr>
              <w:t>SM83212C</w:t>
            </w:r>
          </w:p>
        </w:tc>
      </w:tr>
      <w:tr w:rsidR="007D11F8" w:rsidRPr="00F74444" w14:paraId="0069D295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7B4102F" w14:textId="77777777" w:rsidR="007D11F8" w:rsidRPr="009D7CF9" w:rsidRDefault="007D11F8" w:rsidP="007D11F8">
            <w:r w:rsidRPr="009D7CF9">
              <w:t>Site ID</w:t>
            </w:r>
            <w:r w:rsidR="00F90F66">
              <w:t>:</w:t>
            </w:r>
          </w:p>
        </w:tc>
        <w:tc>
          <w:tcPr>
            <w:tcW w:w="5458" w:type="dxa"/>
            <w:shd w:val="clear" w:color="auto" w:fill="auto"/>
          </w:tcPr>
          <w:p w14:paraId="11DDAE06" w14:textId="77777777" w:rsidR="007D11F8" w:rsidRPr="00174F06" w:rsidRDefault="00174F06" w:rsidP="007D11F8">
            <w:pPr>
              <w:rPr>
                <w:b/>
              </w:rPr>
            </w:pPr>
            <w:r w:rsidRPr="00174F06">
              <w:t>HS-DS</w:t>
            </w:r>
          </w:p>
        </w:tc>
      </w:tr>
      <w:tr w:rsidR="007D11F8" w:rsidRPr="00F74444" w14:paraId="0A91D02E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6C04CA8" w14:textId="77777777" w:rsidR="007D11F8" w:rsidRPr="009D7CF9" w:rsidRDefault="007D11F8" w:rsidP="007D11F8">
            <w:r w:rsidRPr="009D7CF9">
              <w:t>Assessment Type:</w:t>
            </w:r>
          </w:p>
        </w:tc>
        <w:tc>
          <w:tcPr>
            <w:tcW w:w="5458" w:type="dxa"/>
            <w:shd w:val="clear" w:color="auto" w:fill="auto"/>
          </w:tcPr>
          <w:p w14:paraId="4A49C184" w14:textId="77777777" w:rsidR="007D11F8" w:rsidRPr="00C71930" w:rsidRDefault="007D11F8" w:rsidP="007D11F8">
            <w:r>
              <w:t>&amp;CLTASM13810&amp;</w:t>
            </w:r>
          </w:p>
        </w:tc>
      </w:tr>
      <w:tr w:rsidR="00B84B31" w:rsidRPr="00F74444" w14:paraId="2A8E3C9C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6EC256B" w14:textId="77777777" w:rsidR="00B84B31" w:rsidRPr="009D7CF9" w:rsidRDefault="00B84B31" w:rsidP="00B84B31">
            <w:r w:rsidRPr="009D7CF9">
              <w:t>Enter the month and year when the consumer first received services under the grant for THIS Episode of Care:</w:t>
            </w:r>
          </w:p>
        </w:tc>
        <w:tc>
          <w:tcPr>
            <w:tcW w:w="5458" w:type="dxa"/>
            <w:shd w:val="clear" w:color="auto" w:fill="auto"/>
          </w:tcPr>
          <w:p w14:paraId="7C642FE4" w14:textId="77777777" w:rsidR="00B84B31" w:rsidRPr="00E44D72" w:rsidRDefault="00B84B31" w:rsidP="00B84B31">
            <w:pPr>
              <w:rPr>
                <w:b/>
              </w:rPr>
            </w:pPr>
            <w:r>
              <w:t>&amp;CLTASM13811&amp;</w:t>
            </w:r>
          </w:p>
        </w:tc>
      </w:tr>
      <w:tr w:rsidR="00B84B31" w:rsidRPr="00F74444" w14:paraId="0D58BDE8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DB7ED09" w14:textId="77777777" w:rsidR="00B84B31" w:rsidRPr="009D7CF9" w:rsidRDefault="00B84B31" w:rsidP="00B84B31">
            <w:r w:rsidRPr="009D7CF9">
              <w:t>Which 6-month reassessment is this (06 for 6-month, 12 for 12-month, 18 for 18-month, etc.):</w:t>
            </w:r>
          </w:p>
        </w:tc>
        <w:tc>
          <w:tcPr>
            <w:tcW w:w="5458" w:type="dxa"/>
            <w:shd w:val="clear" w:color="auto" w:fill="auto"/>
          </w:tcPr>
          <w:p w14:paraId="040D4D3D" w14:textId="77777777" w:rsidR="00B84B31" w:rsidRPr="00E44D72" w:rsidRDefault="00B84B31" w:rsidP="00B84B31">
            <w:pPr>
              <w:rPr>
                <w:b/>
              </w:rPr>
            </w:pPr>
            <w:r>
              <w:t>&amp;CLTASM13812&amp;</w:t>
            </w:r>
          </w:p>
        </w:tc>
      </w:tr>
      <w:tr w:rsidR="00B84B31" w:rsidRPr="00F74444" w14:paraId="5DBB5417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07A2F38" w14:textId="77777777" w:rsidR="00B84B31" w:rsidRPr="009D7CF9" w:rsidRDefault="00B84B31" w:rsidP="00B84B31">
            <w:r w:rsidRPr="009D7CF9">
              <w:t>When was the interview conducted?</w:t>
            </w:r>
          </w:p>
        </w:tc>
        <w:tc>
          <w:tcPr>
            <w:tcW w:w="5458" w:type="dxa"/>
            <w:shd w:val="clear" w:color="auto" w:fill="auto"/>
          </w:tcPr>
          <w:p w14:paraId="0A724B31" w14:textId="77777777" w:rsidR="00B84B31" w:rsidRPr="00E44D72" w:rsidRDefault="00B84B31" w:rsidP="00B84B31">
            <w:pPr>
              <w:rPr>
                <w:b/>
              </w:rPr>
            </w:pPr>
            <w:r>
              <w:t>&amp;CLTASM13814&amp;</w:t>
            </w:r>
          </w:p>
        </w:tc>
      </w:tr>
      <w:tr w:rsidR="00B84B31" w:rsidRPr="00F74444" w14:paraId="396F318D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695E685" w14:textId="77777777" w:rsidR="00B84B31" w:rsidRPr="009D7CF9" w:rsidRDefault="00B84B31" w:rsidP="00B84B31">
            <w:r w:rsidRPr="009D7CF9">
              <w:t>Why was the interview not conducted?</w:t>
            </w:r>
          </w:p>
        </w:tc>
        <w:tc>
          <w:tcPr>
            <w:tcW w:w="5458" w:type="dxa"/>
            <w:shd w:val="clear" w:color="auto" w:fill="auto"/>
          </w:tcPr>
          <w:p w14:paraId="6FB9794B" w14:textId="77777777" w:rsidR="00B84B31" w:rsidRPr="00E44D72" w:rsidRDefault="00B84B31" w:rsidP="00B84B31">
            <w:pPr>
              <w:rPr>
                <w:b/>
              </w:rPr>
            </w:pPr>
            <w:r>
              <w:t>&amp;CLTASM13815&amp;</w:t>
            </w:r>
          </w:p>
        </w:tc>
      </w:tr>
      <w:tr w:rsidR="004B65D9" w:rsidRPr="00F74444" w14:paraId="143EB775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9CCB913" w14:textId="77777777" w:rsidR="004B65D9" w:rsidRPr="009D7CF9" w:rsidRDefault="004B65D9" w:rsidP="004B65D9">
            <w:r w:rsidRPr="009D7CF9">
              <w:t>Diagnoses</w:t>
            </w:r>
            <w:r w:rsidR="004574B7">
              <w:t>:</w:t>
            </w:r>
          </w:p>
        </w:tc>
        <w:tc>
          <w:tcPr>
            <w:tcW w:w="5458" w:type="dxa"/>
            <w:shd w:val="clear" w:color="auto" w:fill="auto"/>
          </w:tcPr>
          <w:p w14:paraId="3DE4F95A" w14:textId="77777777" w:rsidR="004B65D9" w:rsidRPr="00A3475D" w:rsidRDefault="004B65D9" w:rsidP="004B65D9">
            <w:r w:rsidRPr="00A3475D">
              <w:t>&amp;CLTDGNDS5&amp;</w:t>
            </w:r>
          </w:p>
        </w:tc>
      </w:tr>
      <w:tr w:rsidR="00EF32E8" w:rsidRPr="00F74444" w14:paraId="2DE6A5BE" w14:textId="77777777" w:rsidTr="00E968AC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4510BB1A" w14:textId="77777777" w:rsidR="00EF32E8" w:rsidRPr="00E44D72" w:rsidRDefault="00EF32E8" w:rsidP="004B65D9">
            <w:pPr>
              <w:rPr>
                <w:b/>
              </w:rPr>
            </w:pPr>
            <w:r w:rsidRPr="009D7CF9">
              <w:rPr>
                <w:b/>
              </w:rPr>
              <w:t>Section A: Demographic Data</w:t>
            </w:r>
          </w:p>
        </w:tc>
      </w:tr>
      <w:tr w:rsidR="004B65D9" w:rsidRPr="00F74444" w14:paraId="0E06F3EA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47146F0" w14:textId="77777777" w:rsidR="004B65D9" w:rsidRPr="009D7CF9" w:rsidRDefault="004B65D9" w:rsidP="004B65D9">
            <w:r w:rsidRPr="009D7CF9">
              <w:t>What is your</w:t>
            </w:r>
            <w:r w:rsidR="000C6D8B">
              <w:t>/your child’s</w:t>
            </w:r>
            <w:r w:rsidRPr="009D7CF9">
              <w:t xml:space="preserve"> gender?</w:t>
            </w:r>
          </w:p>
        </w:tc>
        <w:tc>
          <w:tcPr>
            <w:tcW w:w="5458" w:type="dxa"/>
            <w:shd w:val="clear" w:color="auto" w:fill="auto"/>
          </w:tcPr>
          <w:p w14:paraId="08BB21A9" w14:textId="77777777" w:rsidR="004B65D9" w:rsidRPr="00E44D72" w:rsidRDefault="004B65D9" w:rsidP="004B65D9">
            <w:pPr>
              <w:rPr>
                <w:b/>
              </w:rPr>
            </w:pPr>
            <w:r>
              <w:t>&amp;CLTASM13816&amp;</w:t>
            </w:r>
          </w:p>
        </w:tc>
      </w:tr>
      <w:tr w:rsidR="004B65D9" w:rsidRPr="00F74444" w14:paraId="7DA4CBC3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BC80F3B" w14:textId="77777777" w:rsidR="004B65D9" w:rsidRPr="009D7CF9" w:rsidRDefault="004B65D9" w:rsidP="004B65D9">
            <w:r w:rsidRPr="009D7CF9">
              <w:t>Specify the 'Other' gender:</w:t>
            </w:r>
          </w:p>
        </w:tc>
        <w:tc>
          <w:tcPr>
            <w:tcW w:w="5458" w:type="dxa"/>
            <w:shd w:val="clear" w:color="auto" w:fill="auto"/>
          </w:tcPr>
          <w:p w14:paraId="04FD1F42" w14:textId="77777777" w:rsidR="004B65D9" w:rsidRPr="00E44D72" w:rsidRDefault="004B65D9" w:rsidP="004B65D9">
            <w:pPr>
              <w:rPr>
                <w:b/>
              </w:rPr>
            </w:pPr>
            <w:r>
              <w:t>&amp;CLTASM13817&amp;</w:t>
            </w:r>
          </w:p>
        </w:tc>
      </w:tr>
      <w:tr w:rsidR="004B65D9" w:rsidRPr="00F74444" w14:paraId="0C4477DE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629FF29" w14:textId="77777777" w:rsidR="004B65D9" w:rsidRPr="009D7CF9" w:rsidRDefault="004B65D9" w:rsidP="004B65D9">
            <w:r w:rsidRPr="009D7CF9">
              <w:t>Are you</w:t>
            </w:r>
            <w:r w:rsidR="00674648">
              <w:t>/is your child</w:t>
            </w:r>
            <w:r w:rsidRPr="009D7CF9">
              <w:t xml:space="preserve"> Hispanic or Latino?</w:t>
            </w:r>
          </w:p>
        </w:tc>
        <w:tc>
          <w:tcPr>
            <w:tcW w:w="5458" w:type="dxa"/>
            <w:shd w:val="clear" w:color="auto" w:fill="auto"/>
          </w:tcPr>
          <w:p w14:paraId="042EA389" w14:textId="77777777" w:rsidR="004B65D9" w:rsidRPr="00E44D72" w:rsidRDefault="004B65D9" w:rsidP="004B65D9">
            <w:pPr>
              <w:rPr>
                <w:b/>
              </w:rPr>
            </w:pPr>
            <w:r>
              <w:t>&amp;CLTASM13818&amp;</w:t>
            </w:r>
          </w:p>
        </w:tc>
      </w:tr>
      <w:tr w:rsidR="004B65D9" w:rsidRPr="00F74444" w14:paraId="220D2E0A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9B742DC" w14:textId="77777777" w:rsidR="004B65D9" w:rsidRPr="009D7CF9" w:rsidRDefault="004B65D9" w:rsidP="004B65D9">
            <w:r w:rsidRPr="009D7CF9">
              <w:t>Which ethnic group(s) do you consider yourself</w:t>
            </w:r>
            <w:r w:rsidR="000E7423">
              <w:t>/your child</w:t>
            </w:r>
            <w:r w:rsidRPr="009D7CF9">
              <w:t>?</w:t>
            </w:r>
          </w:p>
        </w:tc>
        <w:tc>
          <w:tcPr>
            <w:tcW w:w="5458" w:type="dxa"/>
            <w:shd w:val="clear" w:color="auto" w:fill="auto"/>
          </w:tcPr>
          <w:p w14:paraId="468CC923" w14:textId="77777777" w:rsidR="004B65D9" w:rsidRPr="00E44D72" w:rsidRDefault="004B65D9" w:rsidP="004B65D9">
            <w:pPr>
              <w:rPr>
                <w:b/>
              </w:rPr>
            </w:pPr>
            <w:r>
              <w:t>&amp;CLTASM13819&amp;</w:t>
            </w:r>
          </w:p>
        </w:tc>
      </w:tr>
      <w:tr w:rsidR="004B65D9" w:rsidRPr="00F74444" w14:paraId="1924AC0F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EAC05CE" w14:textId="77777777" w:rsidR="004B65D9" w:rsidRPr="009D7CF9" w:rsidRDefault="004B65D9" w:rsidP="004B65D9">
            <w:r w:rsidRPr="009D7CF9">
              <w:t>Specify the 'Other' Hispanic/Latino ethnic Group:</w:t>
            </w:r>
          </w:p>
        </w:tc>
        <w:tc>
          <w:tcPr>
            <w:tcW w:w="5458" w:type="dxa"/>
            <w:shd w:val="clear" w:color="auto" w:fill="auto"/>
          </w:tcPr>
          <w:p w14:paraId="58679750" w14:textId="77777777" w:rsidR="004B65D9" w:rsidRPr="00E44D72" w:rsidRDefault="004B65D9" w:rsidP="004B65D9">
            <w:pPr>
              <w:rPr>
                <w:b/>
              </w:rPr>
            </w:pPr>
            <w:r>
              <w:t>&amp;CLTASM13820&amp;</w:t>
            </w:r>
          </w:p>
        </w:tc>
      </w:tr>
      <w:tr w:rsidR="00293D99" w:rsidRPr="00F74444" w14:paraId="7305BD4B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EE986AE" w14:textId="77777777" w:rsidR="00293D99" w:rsidRPr="009D7CF9" w:rsidRDefault="00293D99" w:rsidP="00293D99">
            <w:r w:rsidRPr="009D7CF9">
              <w:t>American Indian</w:t>
            </w:r>
            <w:r w:rsidR="00EA4E92">
              <w:t xml:space="preserve"> (or Alaska Native)</w:t>
            </w:r>
          </w:p>
        </w:tc>
        <w:tc>
          <w:tcPr>
            <w:tcW w:w="5458" w:type="dxa"/>
            <w:shd w:val="clear" w:color="auto" w:fill="auto"/>
          </w:tcPr>
          <w:p w14:paraId="4FE082C6" w14:textId="77777777" w:rsidR="00293D99" w:rsidRPr="007E4CDB" w:rsidRDefault="00293D99" w:rsidP="00293D99">
            <w:r w:rsidRPr="007E4CDB">
              <w:t>&amp;CLTASM937&amp;</w:t>
            </w:r>
          </w:p>
        </w:tc>
      </w:tr>
      <w:tr w:rsidR="003C1E58" w:rsidRPr="00F74444" w14:paraId="71A76BA0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E3BDE82" w14:textId="77777777" w:rsidR="003C1E58" w:rsidRPr="009D7CF9" w:rsidRDefault="003C1E58" w:rsidP="003C1E58">
            <w:pPr>
              <w:numPr>
                <w:ilvl w:val="0"/>
                <w:numId w:val="2"/>
              </w:numPr>
            </w:pPr>
            <w:r>
              <w:t>Native American/</w:t>
            </w:r>
            <w:r w:rsidRPr="009D7CF9">
              <w:t>Alaska Native</w:t>
            </w:r>
            <w:r>
              <w:t xml:space="preserve"> Specifier</w:t>
            </w:r>
          </w:p>
        </w:tc>
        <w:tc>
          <w:tcPr>
            <w:tcW w:w="5458" w:type="dxa"/>
            <w:shd w:val="clear" w:color="auto" w:fill="auto"/>
          </w:tcPr>
          <w:p w14:paraId="19D3E93C" w14:textId="77777777" w:rsidR="003C1E58" w:rsidRPr="00293D99" w:rsidRDefault="003C1E58" w:rsidP="003C1E58">
            <w:pPr>
              <w:rPr>
                <w:b/>
              </w:rPr>
            </w:pPr>
            <w:r>
              <w:t>&amp;CLTASM13992&amp;</w:t>
            </w:r>
          </w:p>
        </w:tc>
      </w:tr>
      <w:tr w:rsidR="003C1E58" w:rsidRPr="00F74444" w14:paraId="5982C4A0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ED8C83E" w14:textId="77777777" w:rsidR="003C1E58" w:rsidRPr="009D7CF9" w:rsidRDefault="003C1E58" w:rsidP="003C1E58">
            <w:r w:rsidRPr="009D7CF9">
              <w:t>Asian</w:t>
            </w:r>
          </w:p>
        </w:tc>
        <w:tc>
          <w:tcPr>
            <w:tcW w:w="5458" w:type="dxa"/>
            <w:shd w:val="clear" w:color="auto" w:fill="auto"/>
          </w:tcPr>
          <w:p w14:paraId="1D86DAC0" w14:textId="77777777" w:rsidR="003C1E58" w:rsidRPr="007E4CDB" w:rsidRDefault="003C1E58" w:rsidP="003C1E58">
            <w:r w:rsidRPr="007E4CDB">
              <w:t>&amp;CLTASM938&amp;</w:t>
            </w:r>
          </w:p>
        </w:tc>
      </w:tr>
      <w:tr w:rsidR="003C1E58" w:rsidRPr="00F74444" w14:paraId="625C1878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8BE15E8" w14:textId="77777777" w:rsidR="003C1E58" w:rsidRPr="009D7CF9" w:rsidRDefault="003C1E58" w:rsidP="003C1E58">
            <w:r w:rsidRPr="009D7CF9">
              <w:t>Black or African-American</w:t>
            </w:r>
          </w:p>
        </w:tc>
        <w:tc>
          <w:tcPr>
            <w:tcW w:w="5458" w:type="dxa"/>
            <w:shd w:val="clear" w:color="auto" w:fill="auto"/>
          </w:tcPr>
          <w:p w14:paraId="7F5B0858" w14:textId="77777777" w:rsidR="003C1E58" w:rsidRPr="007E4CDB" w:rsidRDefault="003C1E58" w:rsidP="003C1E58">
            <w:r w:rsidRPr="007E4CDB">
              <w:t>&amp;CLTASM939&amp;</w:t>
            </w:r>
          </w:p>
        </w:tc>
      </w:tr>
      <w:tr w:rsidR="003C1E58" w:rsidRPr="00F74444" w14:paraId="2C97BF2A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223A138" w14:textId="77777777" w:rsidR="003C1E58" w:rsidRPr="009D7CF9" w:rsidRDefault="003C1E58" w:rsidP="003C1E58">
            <w:r w:rsidRPr="009D7CF9">
              <w:t>Native Hawaiian or other Pacific Islander</w:t>
            </w:r>
          </w:p>
        </w:tc>
        <w:tc>
          <w:tcPr>
            <w:tcW w:w="5458" w:type="dxa"/>
            <w:shd w:val="clear" w:color="auto" w:fill="auto"/>
          </w:tcPr>
          <w:p w14:paraId="2BEC8ADB" w14:textId="77777777" w:rsidR="003C1E58" w:rsidRPr="007E4CDB" w:rsidRDefault="003C1E58" w:rsidP="003C1E58">
            <w:r w:rsidRPr="007E4CDB">
              <w:t>&amp;CLTASM940&amp;</w:t>
            </w:r>
          </w:p>
        </w:tc>
      </w:tr>
      <w:tr w:rsidR="003C1E58" w:rsidRPr="00F74444" w14:paraId="2C7B6480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48D834D" w14:textId="77777777" w:rsidR="003C1E58" w:rsidRPr="009D7CF9" w:rsidRDefault="003C1E58" w:rsidP="003C1E58">
            <w:r w:rsidRPr="009D7CF9">
              <w:t>White</w:t>
            </w:r>
          </w:p>
        </w:tc>
        <w:tc>
          <w:tcPr>
            <w:tcW w:w="5458" w:type="dxa"/>
            <w:shd w:val="clear" w:color="auto" w:fill="auto"/>
          </w:tcPr>
          <w:p w14:paraId="53F30108" w14:textId="77777777" w:rsidR="003C1E58" w:rsidRPr="007E4CDB" w:rsidRDefault="003C1E58" w:rsidP="003C1E58">
            <w:r w:rsidRPr="007E4CDB">
              <w:t>&amp;CLTASM941&amp;</w:t>
            </w:r>
          </w:p>
        </w:tc>
      </w:tr>
      <w:tr w:rsidR="003C1E58" w:rsidRPr="00F74444" w14:paraId="54C29623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4CB5F1D" w14:textId="77777777" w:rsidR="003C1E58" w:rsidRPr="009D7CF9" w:rsidRDefault="003C1E58" w:rsidP="003C1E58">
            <w:r w:rsidRPr="009D7CF9">
              <w:t>Birth Month/Year</w:t>
            </w:r>
          </w:p>
        </w:tc>
        <w:tc>
          <w:tcPr>
            <w:tcW w:w="5458" w:type="dxa"/>
            <w:shd w:val="clear" w:color="auto" w:fill="auto"/>
          </w:tcPr>
          <w:p w14:paraId="590CA27E" w14:textId="77777777" w:rsidR="003C1E58" w:rsidRPr="00A3475D" w:rsidRDefault="003C1E58" w:rsidP="003C1E58">
            <w:r w:rsidRPr="00A3475D">
              <w:t>&amp;CLTBMM&amp;/&amp;CLTBYR&amp;</w:t>
            </w:r>
          </w:p>
        </w:tc>
      </w:tr>
      <w:tr w:rsidR="003C1E58" w:rsidRPr="00F74444" w14:paraId="4020D361" w14:textId="77777777" w:rsidTr="00E968AC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480698CD" w14:textId="77777777" w:rsidR="003C1E58" w:rsidRPr="00E44D72" w:rsidRDefault="003C1E58" w:rsidP="003C1E58">
            <w:pPr>
              <w:rPr>
                <w:b/>
              </w:rPr>
            </w:pPr>
            <w:r w:rsidRPr="009D7CF9">
              <w:rPr>
                <w:b/>
              </w:rPr>
              <w:t>Section B: Functioning</w:t>
            </w:r>
          </w:p>
        </w:tc>
      </w:tr>
      <w:tr w:rsidR="003C1E58" w:rsidRPr="00F74444" w14:paraId="43E197B3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465A0116" w14:textId="77777777" w:rsidR="003C1E58" w:rsidRPr="007F5EF5" w:rsidRDefault="003C1E58" w:rsidP="003C1E58">
            <w:pPr>
              <w:rPr>
                <w:b/>
              </w:rPr>
            </w:pPr>
            <w:r w:rsidRPr="007F5EF5">
              <w:t>How would you rate your</w:t>
            </w:r>
            <w:r>
              <w:t>/your child’s</w:t>
            </w:r>
            <w:r w:rsidRPr="007F5EF5">
              <w:t xml:space="preserve"> overall health right now?</w:t>
            </w:r>
          </w:p>
        </w:tc>
        <w:tc>
          <w:tcPr>
            <w:tcW w:w="5458" w:type="dxa"/>
            <w:shd w:val="clear" w:color="auto" w:fill="auto"/>
          </w:tcPr>
          <w:p w14:paraId="05E88276" w14:textId="77777777" w:rsidR="003C1E58" w:rsidRPr="00E44D72" w:rsidRDefault="003C1E58" w:rsidP="003C1E58">
            <w:pPr>
              <w:rPr>
                <w:b/>
              </w:rPr>
            </w:pPr>
            <w:r>
              <w:t>&amp;CLTASM13823&amp;</w:t>
            </w:r>
          </w:p>
        </w:tc>
      </w:tr>
      <w:tr w:rsidR="003C1E58" w:rsidRPr="00F74444" w14:paraId="5AFFA0BF" w14:textId="77777777" w:rsidTr="006127EB">
        <w:trPr>
          <w:cantSplit/>
          <w:trHeight w:val="288"/>
        </w:trPr>
        <w:tc>
          <w:tcPr>
            <w:tcW w:w="10916" w:type="dxa"/>
            <w:gridSpan w:val="2"/>
            <w:shd w:val="clear" w:color="auto" w:fill="auto"/>
          </w:tcPr>
          <w:p w14:paraId="408575A9" w14:textId="77777777" w:rsidR="003C1E58" w:rsidRPr="00E44D72" w:rsidRDefault="003C1E58" w:rsidP="003C1E58">
            <w:pPr>
              <w:rPr>
                <w:b/>
              </w:rPr>
            </w:pPr>
            <w:r w:rsidRPr="00BD6797">
              <w:rPr>
                <w:b/>
              </w:rPr>
              <w:t>Over the past 30 days:</w:t>
            </w:r>
          </w:p>
        </w:tc>
      </w:tr>
      <w:tr w:rsidR="003C1E58" w:rsidRPr="00F74444" w14:paraId="77161E45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BC69CC0" w14:textId="77777777" w:rsidR="003C1E58" w:rsidRPr="004C30A0" w:rsidRDefault="003C1E58" w:rsidP="003C1E58">
            <w:pPr>
              <w:numPr>
                <w:ilvl w:val="0"/>
                <w:numId w:val="1"/>
              </w:numPr>
            </w:pPr>
            <w:r w:rsidRPr="004C30A0">
              <w:t>I am/my child is handling daily life.</w:t>
            </w:r>
          </w:p>
        </w:tc>
        <w:tc>
          <w:tcPr>
            <w:tcW w:w="5458" w:type="dxa"/>
            <w:shd w:val="clear" w:color="auto" w:fill="auto"/>
          </w:tcPr>
          <w:p w14:paraId="2D7831AA" w14:textId="77777777" w:rsidR="003C1E58" w:rsidRPr="00E44D72" w:rsidRDefault="003C1E58" w:rsidP="003C1E58">
            <w:pPr>
              <w:rPr>
                <w:b/>
              </w:rPr>
            </w:pPr>
            <w:r>
              <w:t>&amp;CLTASM13971&amp;</w:t>
            </w:r>
          </w:p>
        </w:tc>
      </w:tr>
      <w:tr w:rsidR="003C1E58" w:rsidRPr="00F74444" w14:paraId="16F3902D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6944344" w14:textId="77777777" w:rsidR="003C1E58" w:rsidRPr="004C30A0" w:rsidRDefault="003C1E58" w:rsidP="003C1E58">
            <w:pPr>
              <w:numPr>
                <w:ilvl w:val="0"/>
                <w:numId w:val="1"/>
              </w:numPr>
            </w:pPr>
            <w:r w:rsidRPr="004C30A0">
              <w:t xml:space="preserve">I </w:t>
            </w:r>
            <w:r>
              <w:t>get/my child gets</w:t>
            </w:r>
            <w:r w:rsidRPr="004C30A0">
              <w:t xml:space="preserve"> along with family</w:t>
            </w:r>
            <w:r>
              <w:t xml:space="preserve"> members</w:t>
            </w:r>
            <w:r w:rsidRPr="004C30A0">
              <w:t>.</w:t>
            </w:r>
          </w:p>
        </w:tc>
        <w:tc>
          <w:tcPr>
            <w:tcW w:w="5458" w:type="dxa"/>
            <w:shd w:val="clear" w:color="auto" w:fill="auto"/>
          </w:tcPr>
          <w:p w14:paraId="20E54778" w14:textId="77777777" w:rsidR="003C1E58" w:rsidRPr="00E44D72" w:rsidRDefault="003C1E58" w:rsidP="003C1E58">
            <w:pPr>
              <w:rPr>
                <w:b/>
              </w:rPr>
            </w:pPr>
            <w:r>
              <w:t>&amp;CLTASM13829&amp;</w:t>
            </w:r>
          </w:p>
        </w:tc>
      </w:tr>
      <w:tr w:rsidR="003C1E58" w:rsidRPr="00F74444" w14:paraId="421319C5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8EED010" w14:textId="77777777" w:rsidR="003C1E58" w:rsidRPr="006127EB" w:rsidRDefault="003C1E58" w:rsidP="003C1E58">
            <w:pPr>
              <w:numPr>
                <w:ilvl w:val="0"/>
                <w:numId w:val="1"/>
              </w:numPr>
            </w:pPr>
            <w:r w:rsidRPr="006127EB">
              <w:t>I get/my child gets along with friends and other people.</w:t>
            </w:r>
          </w:p>
        </w:tc>
        <w:tc>
          <w:tcPr>
            <w:tcW w:w="5458" w:type="dxa"/>
            <w:shd w:val="clear" w:color="auto" w:fill="auto"/>
          </w:tcPr>
          <w:p w14:paraId="1CB0B4C1" w14:textId="77777777" w:rsidR="003C1E58" w:rsidRPr="00E44D72" w:rsidRDefault="003C1E58" w:rsidP="003C1E58">
            <w:pPr>
              <w:rPr>
                <w:b/>
              </w:rPr>
            </w:pPr>
            <w:r>
              <w:t>&amp;CLTASM13972&amp;</w:t>
            </w:r>
          </w:p>
        </w:tc>
      </w:tr>
      <w:tr w:rsidR="003C1E58" w:rsidRPr="00F74444" w14:paraId="550C01A4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1D0633E" w14:textId="77777777" w:rsidR="003C1E58" w:rsidRPr="006127EB" w:rsidRDefault="003C1E58" w:rsidP="003C1E58">
            <w:pPr>
              <w:numPr>
                <w:ilvl w:val="0"/>
                <w:numId w:val="1"/>
              </w:numPr>
            </w:pPr>
            <w:r w:rsidRPr="006127EB">
              <w:t>I do/my child does well in school and/or work.</w:t>
            </w:r>
          </w:p>
        </w:tc>
        <w:tc>
          <w:tcPr>
            <w:tcW w:w="5458" w:type="dxa"/>
            <w:shd w:val="clear" w:color="auto" w:fill="auto"/>
          </w:tcPr>
          <w:p w14:paraId="627C4911" w14:textId="77777777" w:rsidR="003C1E58" w:rsidRPr="00E44D72" w:rsidRDefault="003C1E58" w:rsidP="003C1E58">
            <w:pPr>
              <w:rPr>
                <w:b/>
              </w:rPr>
            </w:pPr>
            <w:r>
              <w:t>&amp;CLTASM13831&amp;</w:t>
            </w:r>
          </w:p>
        </w:tc>
      </w:tr>
      <w:tr w:rsidR="003C1E58" w:rsidRPr="00F74444" w14:paraId="17568FEB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48A7E311" w14:textId="77777777" w:rsidR="003C1E58" w:rsidRPr="00693D8D" w:rsidRDefault="003C1E58" w:rsidP="003C1E58">
            <w:pPr>
              <w:numPr>
                <w:ilvl w:val="0"/>
                <w:numId w:val="1"/>
              </w:numPr>
            </w:pPr>
            <w:r w:rsidRPr="00693D8D">
              <w:t>I am/my child is able to cope when things go wrong.</w:t>
            </w:r>
          </w:p>
        </w:tc>
        <w:tc>
          <w:tcPr>
            <w:tcW w:w="5458" w:type="dxa"/>
            <w:shd w:val="clear" w:color="auto" w:fill="auto"/>
          </w:tcPr>
          <w:p w14:paraId="6BBEF1FE" w14:textId="77777777" w:rsidR="003C1E58" w:rsidRPr="00E44D72" w:rsidRDefault="003C1E58" w:rsidP="003C1E58">
            <w:pPr>
              <w:rPr>
                <w:b/>
              </w:rPr>
            </w:pPr>
            <w:r>
              <w:t>&amp;CLTASM13973&amp;</w:t>
            </w:r>
          </w:p>
        </w:tc>
      </w:tr>
      <w:tr w:rsidR="003C1E58" w:rsidRPr="00F74444" w14:paraId="010BBE38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EDBDA8C" w14:textId="77777777" w:rsidR="003C1E58" w:rsidRPr="00693D8D" w:rsidRDefault="003C1E58" w:rsidP="003C1E58">
            <w:pPr>
              <w:numPr>
                <w:ilvl w:val="0"/>
                <w:numId w:val="1"/>
              </w:numPr>
            </w:pPr>
            <w:r>
              <w:t>I am satisfied with our</w:t>
            </w:r>
            <w:r w:rsidRPr="00693D8D">
              <w:t xml:space="preserve"> family life right now.</w:t>
            </w:r>
          </w:p>
        </w:tc>
        <w:tc>
          <w:tcPr>
            <w:tcW w:w="5458" w:type="dxa"/>
            <w:shd w:val="clear" w:color="auto" w:fill="auto"/>
          </w:tcPr>
          <w:p w14:paraId="035C2533" w14:textId="77777777" w:rsidR="003C1E58" w:rsidRPr="00E44D72" w:rsidRDefault="003C1E58" w:rsidP="003C1E58">
            <w:pPr>
              <w:rPr>
                <w:b/>
              </w:rPr>
            </w:pPr>
            <w:r>
              <w:t>&amp;CLTASM13974&amp;</w:t>
            </w:r>
          </w:p>
        </w:tc>
      </w:tr>
      <w:tr w:rsidR="003C1E58" w:rsidRPr="00F74444" w14:paraId="509E8B67" w14:textId="77777777" w:rsidTr="006127EB">
        <w:trPr>
          <w:cantSplit/>
          <w:trHeight w:val="288"/>
        </w:trPr>
        <w:tc>
          <w:tcPr>
            <w:tcW w:w="10916" w:type="dxa"/>
            <w:gridSpan w:val="2"/>
            <w:shd w:val="clear" w:color="auto" w:fill="auto"/>
          </w:tcPr>
          <w:p w14:paraId="3A8D0FA9" w14:textId="77777777" w:rsidR="003C1E58" w:rsidRPr="00E44D72" w:rsidRDefault="003C1E58" w:rsidP="003C1E58">
            <w:pPr>
              <w:rPr>
                <w:b/>
              </w:rPr>
            </w:pPr>
            <w:r w:rsidRPr="00F93D7A">
              <w:rPr>
                <w:b/>
              </w:rPr>
              <w:t>Over the past 30 days, how often did you feel . . .</w:t>
            </w:r>
          </w:p>
        </w:tc>
      </w:tr>
      <w:tr w:rsidR="003C1E58" w:rsidRPr="00F74444" w14:paraId="0B1F6DAE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D56DEE2" w14:textId="77777777" w:rsidR="003C1E58" w:rsidRPr="008B7371" w:rsidRDefault="003C1E58" w:rsidP="003C1E58">
            <w:pPr>
              <w:numPr>
                <w:ilvl w:val="0"/>
                <w:numId w:val="1"/>
              </w:numPr>
            </w:pPr>
            <w:r w:rsidRPr="008B7371">
              <w:t>Nervous?</w:t>
            </w:r>
          </w:p>
        </w:tc>
        <w:tc>
          <w:tcPr>
            <w:tcW w:w="5458" w:type="dxa"/>
            <w:shd w:val="clear" w:color="auto" w:fill="auto"/>
          </w:tcPr>
          <w:p w14:paraId="38B17698" w14:textId="77777777" w:rsidR="003C1E58" w:rsidRPr="00E44D72" w:rsidRDefault="003C1E58" w:rsidP="003C1E58">
            <w:pPr>
              <w:rPr>
                <w:b/>
              </w:rPr>
            </w:pPr>
            <w:r>
              <w:t>&amp;CLTASM13835&amp;</w:t>
            </w:r>
          </w:p>
        </w:tc>
      </w:tr>
      <w:tr w:rsidR="003C1E58" w:rsidRPr="00F74444" w14:paraId="1942BFDB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4FBF5220" w14:textId="77777777" w:rsidR="003C1E58" w:rsidRPr="008B7371" w:rsidRDefault="003C1E58" w:rsidP="003C1E58">
            <w:pPr>
              <w:numPr>
                <w:ilvl w:val="0"/>
                <w:numId w:val="1"/>
              </w:numPr>
            </w:pPr>
            <w:r w:rsidRPr="008B7371">
              <w:t>Hopeless?</w:t>
            </w:r>
          </w:p>
        </w:tc>
        <w:tc>
          <w:tcPr>
            <w:tcW w:w="5458" w:type="dxa"/>
            <w:shd w:val="clear" w:color="auto" w:fill="auto"/>
          </w:tcPr>
          <w:p w14:paraId="79BE6C04" w14:textId="77777777" w:rsidR="003C1E58" w:rsidRPr="00E44D72" w:rsidRDefault="003C1E58" w:rsidP="003C1E58">
            <w:pPr>
              <w:rPr>
                <w:b/>
              </w:rPr>
            </w:pPr>
            <w:r>
              <w:t>&amp;CLTASM13836&amp;</w:t>
            </w:r>
          </w:p>
        </w:tc>
      </w:tr>
      <w:tr w:rsidR="003C1E58" w:rsidRPr="00F74444" w14:paraId="451F7CE0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0C6E557" w14:textId="77777777" w:rsidR="003C1E58" w:rsidRPr="008B7371" w:rsidRDefault="003C1E58" w:rsidP="003C1E58">
            <w:pPr>
              <w:numPr>
                <w:ilvl w:val="0"/>
                <w:numId w:val="1"/>
              </w:numPr>
            </w:pPr>
            <w:r w:rsidRPr="008B7371">
              <w:t>Restless or fidgety?</w:t>
            </w:r>
          </w:p>
        </w:tc>
        <w:tc>
          <w:tcPr>
            <w:tcW w:w="5458" w:type="dxa"/>
            <w:shd w:val="clear" w:color="auto" w:fill="auto"/>
          </w:tcPr>
          <w:p w14:paraId="5958F799" w14:textId="77777777" w:rsidR="003C1E58" w:rsidRPr="00E44D72" w:rsidRDefault="003C1E58" w:rsidP="003C1E58">
            <w:pPr>
              <w:rPr>
                <w:b/>
              </w:rPr>
            </w:pPr>
            <w:r>
              <w:t>&amp;CLTASM13837&amp;</w:t>
            </w:r>
          </w:p>
        </w:tc>
      </w:tr>
      <w:tr w:rsidR="003C1E58" w:rsidRPr="00F74444" w14:paraId="68A3F8B4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4068479" w14:textId="77777777" w:rsidR="003C1E58" w:rsidRPr="008B7371" w:rsidRDefault="003C1E58" w:rsidP="003C1E58">
            <w:pPr>
              <w:numPr>
                <w:ilvl w:val="0"/>
                <w:numId w:val="1"/>
              </w:numPr>
            </w:pPr>
            <w:r w:rsidRPr="008B7371">
              <w:t>So depressed that nothing could cheer you up?</w:t>
            </w:r>
          </w:p>
        </w:tc>
        <w:tc>
          <w:tcPr>
            <w:tcW w:w="5458" w:type="dxa"/>
            <w:shd w:val="clear" w:color="auto" w:fill="auto"/>
          </w:tcPr>
          <w:p w14:paraId="691513C2" w14:textId="77777777" w:rsidR="003C1E58" w:rsidRPr="00E44D72" w:rsidRDefault="003C1E58" w:rsidP="003C1E58">
            <w:pPr>
              <w:rPr>
                <w:b/>
              </w:rPr>
            </w:pPr>
            <w:r>
              <w:t>&amp;CLTASM13838&amp;</w:t>
            </w:r>
          </w:p>
        </w:tc>
      </w:tr>
      <w:tr w:rsidR="003C1E58" w:rsidRPr="00F74444" w14:paraId="43FAF95D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588FB90" w14:textId="77777777" w:rsidR="003C1E58" w:rsidRPr="008B7371" w:rsidRDefault="003C1E58" w:rsidP="003C1E58">
            <w:pPr>
              <w:numPr>
                <w:ilvl w:val="0"/>
                <w:numId w:val="1"/>
              </w:numPr>
            </w:pPr>
            <w:r w:rsidRPr="008B7371">
              <w:t>That everything was an effort?</w:t>
            </w:r>
          </w:p>
        </w:tc>
        <w:tc>
          <w:tcPr>
            <w:tcW w:w="5458" w:type="dxa"/>
            <w:shd w:val="clear" w:color="auto" w:fill="auto"/>
          </w:tcPr>
          <w:p w14:paraId="2327ABEA" w14:textId="77777777" w:rsidR="003C1E58" w:rsidRPr="00E44D72" w:rsidRDefault="003C1E58" w:rsidP="003C1E58">
            <w:pPr>
              <w:rPr>
                <w:b/>
              </w:rPr>
            </w:pPr>
            <w:r>
              <w:t>&amp;CLTASM13839&amp;</w:t>
            </w:r>
          </w:p>
        </w:tc>
      </w:tr>
      <w:tr w:rsidR="003C1E58" w:rsidRPr="00F74444" w14:paraId="3E0C083B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E3D37F5" w14:textId="77777777" w:rsidR="003C1E58" w:rsidRPr="008B7371" w:rsidRDefault="003C1E58" w:rsidP="003C1E58">
            <w:pPr>
              <w:numPr>
                <w:ilvl w:val="0"/>
                <w:numId w:val="1"/>
              </w:numPr>
            </w:pPr>
            <w:r w:rsidRPr="008B7371">
              <w:t>Worthless?</w:t>
            </w:r>
          </w:p>
        </w:tc>
        <w:tc>
          <w:tcPr>
            <w:tcW w:w="5458" w:type="dxa"/>
            <w:shd w:val="clear" w:color="auto" w:fill="auto"/>
          </w:tcPr>
          <w:p w14:paraId="5D987D4E" w14:textId="77777777" w:rsidR="003C1E58" w:rsidRPr="00E44D72" w:rsidRDefault="003C1E58" w:rsidP="003C1E58">
            <w:pPr>
              <w:rPr>
                <w:b/>
              </w:rPr>
            </w:pPr>
            <w:r>
              <w:t>&amp;CLTASM13840&amp;</w:t>
            </w:r>
          </w:p>
        </w:tc>
      </w:tr>
      <w:tr w:rsidR="003C1E58" w:rsidRPr="00F74444" w14:paraId="3A9BEF7C" w14:textId="77777777" w:rsidTr="006127EB">
        <w:trPr>
          <w:cantSplit/>
          <w:trHeight w:val="288"/>
        </w:trPr>
        <w:tc>
          <w:tcPr>
            <w:tcW w:w="10916" w:type="dxa"/>
            <w:gridSpan w:val="2"/>
            <w:shd w:val="clear" w:color="auto" w:fill="auto"/>
          </w:tcPr>
          <w:p w14:paraId="6EA492AD" w14:textId="77777777" w:rsidR="003C1E58" w:rsidRPr="00E44D72" w:rsidRDefault="003C1E58" w:rsidP="003C1E58">
            <w:pPr>
              <w:rPr>
                <w:b/>
              </w:rPr>
            </w:pPr>
            <w:r w:rsidRPr="00CC2C9F">
              <w:rPr>
                <w:b/>
              </w:rPr>
              <w:t>In the past 30 days, how often have you used:</w:t>
            </w:r>
          </w:p>
        </w:tc>
      </w:tr>
      <w:tr w:rsidR="003C1E58" w:rsidRPr="00F74444" w14:paraId="1F636629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B3F2C9C" w14:textId="77777777" w:rsidR="003C1E58" w:rsidRPr="00CC2C9F" w:rsidRDefault="003C1E58" w:rsidP="003C1E58">
            <w:pPr>
              <w:numPr>
                <w:ilvl w:val="0"/>
                <w:numId w:val="1"/>
              </w:numPr>
              <w:rPr>
                <w:b/>
              </w:rPr>
            </w:pPr>
            <w:r w:rsidRPr="00CC2C9F">
              <w:lastRenderedPageBreak/>
              <w:t>Tobacco products (cigarettes, chewing tobacco, cigars, etc.)?</w:t>
            </w:r>
          </w:p>
        </w:tc>
        <w:tc>
          <w:tcPr>
            <w:tcW w:w="5458" w:type="dxa"/>
            <w:shd w:val="clear" w:color="auto" w:fill="auto"/>
          </w:tcPr>
          <w:p w14:paraId="119F17DE" w14:textId="77777777" w:rsidR="003C1E58" w:rsidRPr="00E44D72" w:rsidRDefault="003C1E58" w:rsidP="003C1E58">
            <w:pPr>
              <w:rPr>
                <w:b/>
              </w:rPr>
            </w:pPr>
            <w:r>
              <w:t>&amp;CLTASM13850&amp;</w:t>
            </w:r>
          </w:p>
        </w:tc>
      </w:tr>
      <w:tr w:rsidR="003C1E58" w:rsidRPr="00F74444" w14:paraId="55266EBA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4352E373" w14:textId="77777777" w:rsidR="003C1E58" w:rsidRPr="00CC2C9F" w:rsidRDefault="003C1E58" w:rsidP="003C1E58">
            <w:pPr>
              <w:numPr>
                <w:ilvl w:val="0"/>
                <w:numId w:val="1"/>
              </w:numPr>
            </w:pPr>
            <w:r w:rsidRPr="00CC2C9F">
              <w:t>Alcoholic beverages (beer, wine, liquor, etc.)?</w:t>
            </w:r>
          </w:p>
        </w:tc>
        <w:tc>
          <w:tcPr>
            <w:tcW w:w="5458" w:type="dxa"/>
            <w:shd w:val="clear" w:color="auto" w:fill="auto"/>
          </w:tcPr>
          <w:p w14:paraId="5DEC813A" w14:textId="77777777" w:rsidR="003C1E58" w:rsidRPr="00E44D72" w:rsidRDefault="003C1E58" w:rsidP="003C1E58">
            <w:pPr>
              <w:rPr>
                <w:b/>
              </w:rPr>
            </w:pPr>
            <w:r>
              <w:t>&amp;CLTASM13851&amp;</w:t>
            </w:r>
          </w:p>
        </w:tc>
      </w:tr>
      <w:tr w:rsidR="003C1E58" w:rsidRPr="00F74444" w14:paraId="3E46CD9A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E72BB8C" w14:textId="77777777" w:rsidR="003C1E58" w:rsidRPr="00CC2C9F" w:rsidRDefault="003C1E58" w:rsidP="003C1E58">
            <w:pPr>
              <w:numPr>
                <w:ilvl w:val="0"/>
                <w:numId w:val="1"/>
              </w:numPr>
            </w:pPr>
            <w:r w:rsidRPr="00CC2C9F">
              <w:t>5 or more drinks if male OR 4 or more drinks if not male? [Clarify if needed: a standard alcoholic beverage, e.g. 12 oz beer, 5 oz wine, 1.5 oz liquor.]</w:t>
            </w:r>
          </w:p>
        </w:tc>
        <w:tc>
          <w:tcPr>
            <w:tcW w:w="5458" w:type="dxa"/>
            <w:shd w:val="clear" w:color="auto" w:fill="auto"/>
          </w:tcPr>
          <w:p w14:paraId="5291CBDD" w14:textId="77777777" w:rsidR="003C1E58" w:rsidRPr="00E44D72" w:rsidRDefault="003C1E58" w:rsidP="003C1E58">
            <w:pPr>
              <w:rPr>
                <w:b/>
              </w:rPr>
            </w:pPr>
            <w:r>
              <w:t>&amp;CLTASM13852&amp;</w:t>
            </w:r>
          </w:p>
        </w:tc>
      </w:tr>
      <w:tr w:rsidR="003C1E58" w:rsidRPr="00F74444" w14:paraId="196DCC0F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D4A7180" w14:textId="77777777" w:rsidR="003C1E58" w:rsidRPr="00CC2C9F" w:rsidRDefault="003C1E58" w:rsidP="003C1E58">
            <w:pPr>
              <w:numPr>
                <w:ilvl w:val="0"/>
                <w:numId w:val="1"/>
              </w:numPr>
            </w:pPr>
            <w:r w:rsidRPr="00CC2C9F">
              <w:t>Cannabis (marijuana, pot, grass, hash, etc.)?</w:t>
            </w:r>
          </w:p>
        </w:tc>
        <w:tc>
          <w:tcPr>
            <w:tcW w:w="5458" w:type="dxa"/>
            <w:shd w:val="clear" w:color="auto" w:fill="auto"/>
          </w:tcPr>
          <w:p w14:paraId="6BF10C32" w14:textId="77777777" w:rsidR="003C1E58" w:rsidRPr="00E44D72" w:rsidRDefault="003C1E58" w:rsidP="003C1E58">
            <w:pPr>
              <w:rPr>
                <w:b/>
              </w:rPr>
            </w:pPr>
            <w:r>
              <w:t>&amp;CLTASM13853&amp;</w:t>
            </w:r>
          </w:p>
        </w:tc>
      </w:tr>
      <w:tr w:rsidR="003C1E58" w:rsidRPr="00F74444" w14:paraId="157618B6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43A1286" w14:textId="77777777" w:rsidR="003C1E58" w:rsidRPr="00CC2C9F" w:rsidRDefault="003C1E58" w:rsidP="003C1E58">
            <w:pPr>
              <w:numPr>
                <w:ilvl w:val="0"/>
                <w:numId w:val="1"/>
              </w:numPr>
            </w:pPr>
            <w:r w:rsidRPr="00CC2C9F">
              <w:t>Cocaine (coke, crack, etc.)?</w:t>
            </w:r>
          </w:p>
        </w:tc>
        <w:tc>
          <w:tcPr>
            <w:tcW w:w="5458" w:type="dxa"/>
            <w:shd w:val="clear" w:color="auto" w:fill="auto"/>
          </w:tcPr>
          <w:p w14:paraId="62E5658F" w14:textId="77777777" w:rsidR="003C1E58" w:rsidRPr="00E44D72" w:rsidRDefault="003C1E58" w:rsidP="003C1E58">
            <w:pPr>
              <w:rPr>
                <w:b/>
              </w:rPr>
            </w:pPr>
            <w:r>
              <w:t>&amp;CLTASM13854&amp;</w:t>
            </w:r>
          </w:p>
        </w:tc>
      </w:tr>
      <w:tr w:rsidR="003C1E58" w:rsidRPr="00F74444" w14:paraId="6F545DFF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E9EB7F6" w14:textId="77777777" w:rsidR="003C1E58" w:rsidRPr="00CC2C9F" w:rsidRDefault="003C1E58" w:rsidP="003C1E58">
            <w:pPr>
              <w:numPr>
                <w:ilvl w:val="0"/>
                <w:numId w:val="1"/>
              </w:numPr>
            </w:pPr>
            <w:r w:rsidRPr="00CC2C9F">
              <w:t>Prescription stimulants (Ritalin, Concerta, Dexedrine, Adderall, diet pills, etc.)?</w:t>
            </w:r>
          </w:p>
        </w:tc>
        <w:tc>
          <w:tcPr>
            <w:tcW w:w="5458" w:type="dxa"/>
            <w:shd w:val="clear" w:color="auto" w:fill="auto"/>
          </w:tcPr>
          <w:p w14:paraId="5A043AE6" w14:textId="77777777" w:rsidR="003C1E58" w:rsidRPr="00E44D72" w:rsidRDefault="003C1E58" w:rsidP="003C1E58">
            <w:pPr>
              <w:rPr>
                <w:b/>
              </w:rPr>
            </w:pPr>
            <w:r>
              <w:t>&amp;CLTASM13855&amp;</w:t>
            </w:r>
          </w:p>
        </w:tc>
      </w:tr>
      <w:tr w:rsidR="003C1E58" w:rsidRPr="00F74444" w14:paraId="2B4845B7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2A6F4AE" w14:textId="77777777" w:rsidR="003C1E58" w:rsidRPr="00CC2C9F" w:rsidRDefault="003C1E58" w:rsidP="003C1E58">
            <w:pPr>
              <w:numPr>
                <w:ilvl w:val="0"/>
                <w:numId w:val="1"/>
              </w:numPr>
            </w:pPr>
            <w:r w:rsidRPr="00CC2C9F">
              <w:t>Methamphetamine (speed, crystal meth, ice, etc.)?</w:t>
            </w:r>
          </w:p>
        </w:tc>
        <w:tc>
          <w:tcPr>
            <w:tcW w:w="5458" w:type="dxa"/>
            <w:shd w:val="clear" w:color="auto" w:fill="auto"/>
          </w:tcPr>
          <w:p w14:paraId="2A056033" w14:textId="77777777" w:rsidR="003C1E58" w:rsidRPr="00E44D72" w:rsidRDefault="003C1E58" w:rsidP="003C1E58">
            <w:pPr>
              <w:rPr>
                <w:b/>
              </w:rPr>
            </w:pPr>
            <w:r>
              <w:t>&amp;CLTASM13856&amp;</w:t>
            </w:r>
          </w:p>
        </w:tc>
      </w:tr>
      <w:tr w:rsidR="003C1E58" w:rsidRPr="00F74444" w14:paraId="2AB770BA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EA7585F" w14:textId="77777777" w:rsidR="003C1E58" w:rsidRPr="00CC2C9F" w:rsidRDefault="003C1E58" w:rsidP="003C1E58">
            <w:pPr>
              <w:numPr>
                <w:ilvl w:val="0"/>
                <w:numId w:val="1"/>
              </w:numPr>
            </w:pPr>
            <w:r w:rsidRPr="00CC2C9F">
              <w:t>Inhalants (nitrous oxide, glue, gas, paint thinner, etc.)?</w:t>
            </w:r>
          </w:p>
        </w:tc>
        <w:tc>
          <w:tcPr>
            <w:tcW w:w="5458" w:type="dxa"/>
            <w:shd w:val="clear" w:color="auto" w:fill="auto"/>
          </w:tcPr>
          <w:p w14:paraId="44F5F4A6" w14:textId="77777777" w:rsidR="003C1E58" w:rsidRPr="00E44D72" w:rsidRDefault="003C1E58" w:rsidP="003C1E58">
            <w:pPr>
              <w:rPr>
                <w:b/>
              </w:rPr>
            </w:pPr>
            <w:r>
              <w:t>&amp;CLTASM13857&amp;</w:t>
            </w:r>
          </w:p>
        </w:tc>
      </w:tr>
      <w:tr w:rsidR="003C1E58" w:rsidRPr="00F74444" w14:paraId="73BBAC9B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A6C630A" w14:textId="77777777" w:rsidR="003C1E58" w:rsidRPr="00CC2C9F" w:rsidRDefault="003C1E58" w:rsidP="003C1E58">
            <w:pPr>
              <w:numPr>
                <w:ilvl w:val="0"/>
                <w:numId w:val="1"/>
              </w:numPr>
            </w:pPr>
            <w:r w:rsidRPr="00CC2C9F">
              <w:t>Sedatives or sleeping pills (Valium, Serepax, Ativan, Librium, Xanax, Rohypnol, GHB, etc.)?</w:t>
            </w:r>
          </w:p>
        </w:tc>
        <w:tc>
          <w:tcPr>
            <w:tcW w:w="5458" w:type="dxa"/>
            <w:shd w:val="clear" w:color="auto" w:fill="auto"/>
          </w:tcPr>
          <w:p w14:paraId="0B205DD0" w14:textId="77777777" w:rsidR="003C1E58" w:rsidRPr="00E44D72" w:rsidRDefault="003C1E58" w:rsidP="003C1E58">
            <w:pPr>
              <w:rPr>
                <w:b/>
              </w:rPr>
            </w:pPr>
            <w:r>
              <w:t>&amp;CLTASM13858&amp;</w:t>
            </w:r>
          </w:p>
        </w:tc>
      </w:tr>
      <w:tr w:rsidR="003C1E58" w:rsidRPr="00F74444" w14:paraId="758F5009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1D9B16B" w14:textId="77777777" w:rsidR="003C1E58" w:rsidRPr="00CC2C9F" w:rsidRDefault="003C1E58" w:rsidP="003C1E58">
            <w:pPr>
              <w:numPr>
                <w:ilvl w:val="0"/>
                <w:numId w:val="1"/>
              </w:numPr>
            </w:pPr>
            <w:r w:rsidRPr="00CC2C9F">
              <w:t>Hallucinogens (LSD, acid, mushrooms, PCP, Special K, ecstasy, etc.)?</w:t>
            </w:r>
          </w:p>
        </w:tc>
        <w:tc>
          <w:tcPr>
            <w:tcW w:w="5458" w:type="dxa"/>
            <w:shd w:val="clear" w:color="auto" w:fill="auto"/>
          </w:tcPr>
          <w:p w14:paraId="17781A22" w14:textId="77777777" w:rsidR="003C1E58" w:rsidRPr="00E44D72" w:rsidRDefault="003C1E58" w:rsidP="003C1E58">
            <w:pPr>
              <w:rPr>
                <w:b/>
              </w:rPr>
            </w:pPr>
            <w:r>
              <w:t>&amp;CLTASM13859&amp;</w:t>
            </w:r>
          </w:p>
        </w:tc>
      </w:tr>
      <w:tr w:rsidR="003C1E58" w:rsidRPr="00F74444" w14:paraId="4FE42E72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5FE5744" w14:textId="77777777" w:rsidR="003C1E58" w:rsidRPr="00CC2C9F" w:rsidRDefault="003C1E58" w:rsidP="003C1E58">
            <w:pPr>
              <w:numPr>
                <w:ilvl w:val="0"/>
                <w:numId w:val="1"/>
              </w:numPr>
            </w:pPr>
            <w:r w:rsidRPr="00CC2C9F">
              <w:t>Street opioids (heroin, opium, etc.)?</w:t>
            </w:r>
          </w:p>
        </w:tc>
        <w:tc>
          <w:tcPr>
            <w:tcW w:w="5458" w:type="dxa"/>
            <w:shd w:val="clear" w:color="auto" w:fill="auto"/>
          </w:tcPr>
          <w:p w14:paraId="5966980E" w14:textId="77777777" w:rsidR="003C1E58" w:rsidRPr="00E44D72" w:rsidRDefault="003C1E58" w:rsidP="003C1E58">
            <w:pPr>
              <w:rPr>
                <w:b/>
              </w:rPr>
            </w:pPr>
            <w:r>
              <w:t>&amp;CLTASM13860&amp;</w:t>
            </w:r>
          </w:p>
        </w:tc>
      </w:tr>
      <w:tr w:rsidR="003C1E58" w:rsidRPr="00F74444" w14:paraId="3F84F3C2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FD6B1B0" w14:textId="77777777" w:rsidR="003C1E58" w:rsidRPr="00CC2C9F" w:rsidRDefault="003C1E58" w:rsidP="003C1E58">
            <w:pPr>
              <w:numPr>
                <w:ilvl w:val="0"/>
                <w:numId w:val="1"/>
              </w:numPr>
            </w:pPr>
            <w:r w:rsidRPr="00CC2C9F">
              <w:t>Prescription opioids (fentanyl, oxycodone, [OxyContin, Percocet], hydrocodone [Vicodin], methadone, buprenorphine, etc.)?</w:t>
            </w:r>
          </w:p>
        </w:tc>
        <w:tc>
          <w:tcPr>
            <w:tcW w:w="5458" w:type="dxa"/>
            <w:shd w:val="clear" w:color="auto" w:fill="auto"/>
          </w:tcPr>
          <w:p w14:paraId="6A6BAAD1" w14:textId="77777777" w:rsidR="003C1E58" w:rsidRPr="00E44D72" w:rsidRDefault="003C1E58" w:rsidP="003C1E58">
            <w:pPr>
              <w:rPr>
                <w:b/>
              </w:rPr>
            </w:pPr>
            <w:r>
              <w:t>&amp;CLTASM13861&amp;</w:t>
            </w:r>
          </w:p>
        </w:tc>
      </w:tr>
      <w:tr w:rsidR="003C1E58" w:rsidRPr="00F74444" w14:paraId="1DEC10A7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A883F87" w14:textId="77777777" w:rsidR="003C1E58" w:rsidRPr="00CC2C9F" w:rsidRDefault="003C1E58" w:rsidP="003C1E58">
            <w:pPr>
              <w:numPr>
                <w:ilvl w:val="0"/>
                <w:numId w:val="1"/>
              </w:numPr>
            </w:pPr>
            <w:r w:rsidRPr="00CC2C9F">
              <w:t>Other (e-cigarettes, etc.)?</w:t>
            </w:r>
          </w:p>
        </w:tc>
        <w:tc>
          <w:tcPr>
            <w:tcW w:w="5458" w:type="dxa"/>
            <w:shd w:val="clear" w:color="auto" w:fill="auto"/>
          </w:tcPr>
          <w:p w14:paraId="07FA0705" w14:textId="77777777" w:rsidR="003C1E58" w:rsidRPr="00E44D72" w:rsidRDefault="003C1E58" w:rsidP="003C1E58">
            <w:pPr>
              <w:rPr>
                <w:b/>
              </w:rPr>
            </w:pPr>
            <w:r>
              <w:t>&amp;CLTASM13862&amp;</w:t>
            </w:r>
          </w:p>
        </w:tc>
      </w:tr>
      <w:tr w:rsidR="003C1E58" w:rsidRPr="00F74444" w14:paraId="0E4D8CBF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447953D" w14:textId="77777777" w:rsidR="003C1E58" w:rsidRPr="00CC2C9F" w:rsidRDefault="003C1E58" w:rsidP="003C1E58">
            <w:pPr>
              <w:numPr>
                <w:ilvl w:val="0"/>
                <w:numId w:val="1"/>
              </w:numPr>
            </w:pPr>
            <w:r w:rsidRPr="00CC2C9F">
              <w:t>Specify 'Other' substance used:</w:t>
            </w:r>
          </w:p>
        </w:tc>
        <w:tc>
          <w:tcPr>
            <w:tcW w:w="5458" w:type="dxa"/>
            <w:shd w:val="clear" w:color="auto" w:fill="auto"/>
          </w:tcPr>
          <w:p w14:paraId="4934EBF9" w14:textId="77777777" w:rsidR="003C1E58" w:rsidRPr="00E44D72" w:rsidRDefault="003C1E58" w:rsidP="003C1E58">
            <w:pPr>
              <w:rPr>
                <w:b/>
              </w:rPr>
            </w:pPr>
            <w:r>
              <w:t>&amp;CLTASM13863&amp;</w:t>
            </w:r>
          </w:p>
        </w:tc>
      </w:tr>
      <w:tr w:rsidR="003C1E58" w:rsidRPr="00F74444" w14:paraId="0B6D7C85" w14:textId="77777777" w:rsidTr="00E968AC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501D3455" w14:textId="77777777" w:rsidR="003C1E58" w:rsidRPr="00E44D72" w:rsidRDefault="003C1E58" w:rsidP="003C1E58">
            <w:pPr>
              <w:rPr>
                <w:b/>
              </w:rPr>
            </w:pPr>
            <w:r w:rsidRPr="001C7C04">
              <w:rPr>
                <w:b/>
              </w:rPr>
              <w:t>Section B: Military Family and Deployment</w:t>
            </w:r>
          </w:p>
        </w:tc>
      </w:tr>
      <w:tr w:rsidR="003C1E58" w:rsidRPr="00F74444" w14:paraId="2BFFE610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24EB36A" w14:textId="77777777" w:rsidR="003C1E58" w:rsidRPr="009D7CF9" w:rsidRDefault="003C1E58" w:rsidP="003C1E58">
            <w:pPr>
              <w:rPr>
                <w:b/>
                <w:highlight w:val="cyan"/>
              </w:rPr>
            </w:pPr>
            <w:r w:rsidRPr="001C7C04">
              <w:t>Have you ever served in the Armed forces, Reserves, or National Guard?</w:t>
            </w:r>
          </w:p>
        </w:tc>
        <w:tc>
          <w:tcPr>
            <w:tcW w:w="5458" w:type="dxa"/>
            <w:shd w:val="clear" w:color="auto" w:fill="auto"/>
          </w:tcPr>
          <w:p w14:paraId="2045ACB9" w14:textId="77777777" w:rsidR="003C1E58" w:rsidRPr="00E44D72" w:rsidRDefault="003C1E58" w:rsidP="003C1E58">
            <w:pPr>
              <w:rPr>
                <w:b/>
              </w:rPr>
            </w:pPr>
            <w:r>
              <w:t>&amp;CLTASM13864&amp;</w:t>
            </w:r>
          </w:p>
        </w:tc>
      </w:tr>
      <w:tr w:rsidR="003C1E58" w:rsidRPr="00F74444" w14:paraId="6734845A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329CEC7" w14:textId="77777777" w:rsidR="003C1E58" w:rsidRPr="009D7CF9" w:rsidRDefault="003C1E58" w:rsidP="003C1E58">
            <w:pPr>
              <w:rPr>
                <w:highlight w:val="cyan"/>
              </w:rPr>
            </w:pPr>
            <w:r w:rsidRPr="001C7C04">
              <w:t>Is anyone in your family or someone close to you currently serving on active duty or retired/separated from the Armed Forces, Reserves, or National Guard?</w:t>
            </w:r>
          </w:p>
        </w:tc>
        <w:tc>
          <w:tcPr>
            <w:tcW w:w="5458" w:type="dxa"/>
            <w:shd w:val="clear" w:color="auto" w:fill="auto"/>
          </w:tcPr>
          <w:p w14:paraId="45EE6F66" w14:textId="77777777" w:rsidR="003C1E58" w:rsidRPr="00E44D72" w:rsidRDefault="003C1E58" w:rsidP="003C1E58">
            <w:pPr>
              <w:rPr>
                <w:b/>
              </w:rPr>
            </w:pPr>
            <w:r>
              <w:t>&amp;CLTASM13870&amp;</w:t>
            </w:r>
          </w:p>
        </w:tc>
      </w:tr>
      <w:tr w:rsidR="003C1E58" w:rsidRPr="00F74444" w14:paraId="2B000393" w14:textId="77777777" w:rsidTr="00E968AC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64C66AE7" w14:textId="77777777" w:rsidR="003C1E58" w:rsidRPr="00E44D72" w:rsidRDefault="003C1E58" w:rsidP="003C1E58">
            <w:pPr>
              <w:rPr>
                <w:b/>
              </w:rPr>
            </w:pPr>
            <w:r w:rsidRPr="003A30CC">
              <w:rPr>
                <w:b/>
              </w:rPr>
              <w:t>Section C: Stability in Housing</w:t>
            </w:r>
          </w:p>
        </w:tc>
      </w:tr>
      <w:tr w:rsidR="003C1E58" w:rsidRPr="00F74444" w14:paraId="23FA0FE0" w14:textId="77777777" w:rsidTr="006127EB">
        <w:trPr>
          <w:cantSplit/>
          <w:trHeight w:val="288"/>
        </w:trPr>
        <w:tc>
          <w:tcPr>
            <w:tcW w:w="10916" w:type="dxa"/>
            <w:gridSpan w:val="2"/>
            <w:shd w:val="clear" w:color="auto" w:fill="auto"/>
          </w:tcPr>
          <w:p w14:paraId="3A95E835" w14:textId="77777777" w:rsidR="003C1E58" w:rsidRPr="00E44D72" w:rsidRDefault="003C1E58" w:rsidP="003C1E58">
            <w:pPr>
              <w:rPr>
                <w:b/>
              </w:rPr>
            </w:pPr>
            <w:r w:rsidRPr="003A30CC">
              <w:rPr>
                <w:b/>
              </w:rPr>
              <w:t>In the past 30 days, have you/your child been:</w:t>
            </w:r>
          </w:p>
        </w:tc>
      </w:tr>
      <w:tr w:rsidR="003C1E58" w:rsidRPr="00F74444" w14:paraId="37F0E25A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4B3FB6F4" w14:textId="77777777" w:rsidR="003C1E58" w:rsidRPr="003A30CC" w:rsidRDefault="003C1E58" w:rsidP="003C1E58">
            <w:pPr>
              <w:numPr>
                <w:ilvl w:val="0"/>
                <w:numId w:val="1"/>
              </w:numPr>
              <w:rPr>
                <w:b/>
              </w:rPr>
            </w:pPr>
            <w:r w:rsidRPr="003A30CC">
              <w:t>Homeless?</w:t>
            </w:r>
          </w:p>
        </w:tc>
        <w:tc>
          <w:tcPr>
            <w:tcW w:w="5458" w:type="dxa"/>
            <w:shd w:val="clear" w:color="auto" w:fill="auto"/>
          </w:tcPr>
          <w:p w14:paraId="665A796B" w14:textId="77777777" w:rsidR="003C1E58" w:rsidRPr="00E44D72" w:rsidRDefault="003C1E58" w:rsidP="003C1E58">
            <w:pPr>
              <w:rPr>
                <w:b/>
              </w:rPr>
            </w:pPr>
            <w:r>
              <w:t>&amp;CLTASM13879&amp;</w:t>
            </w:r>
          </w:p>
        </w:tc>
      </w:tr>
      <w:tr w:rsidR="003C1E58" w:rsidRPr="00F74444" w14:paraId="3DBE1EF3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F28606D" w14:textId="77777777" w:rsidR="003C1E58" w:rsidRPr="003A30CC" w:rsidRDefault="003C1E58" w:rsidP="003C1E58">
            <w:r w:rsidRPr="003A30CC">
              <w:t>How many of the past 30 nights have you/your child been homeless?</w:t>
            </w:r>
          </w:p>
        </w:tc>
        <w:tc>
          <w:tcPr>
            <w:tcW w:w="5458" w:type="dxa"/>
            <w:shd w:val="clear" w:color="auto" w:fill="auto"/>
          </w:tcPr>
          <w:p w14:paraId="3B08053F" w14:textId="77777777" w:rsidR="003C1E58" w:rsidRPr="00E44D72" w:rsidRDefault="003C1E58" w:rsidP="003C1E58">
            <w:pPr>
              <w:rPr>
                <w:b/>
              </w:rPr>
            </w:pPr>
            <w:r>
              <w:t>&amp;CLTASM13880&amp;</w:t>
            </w:r>
          </w:p>
        </w:tc>
      </w:tr>
      <w:tr w:rsidR="003C1E58" w:rsidRPr="00F74444" w14:paraId="30AC8EF4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41B61AAE" w14:textId="77777777" w:rsidR="003C1E58" w:rsidRPr="003A30CC" w:rsidRDefault="003C1E58" w:rsidP="003C1E58">
            <w:pPr>
              <w:numPr>
                <w:ilvl w:val="0"/>
                <w:numId w:val="1"/>
              </w:numPr>
            </w:pPr>
            <w:r w:rsidRPr="003A30CC">
              <w:t>Hospitalized for mental health care?</w:t>
            </w:r>
          </w:p>
        </w:tc>
        <w:tc>
          <w:tcPr>
            <w:tcW w:w="5458" w:type="dxa"/>
            <w:shd w:val="clear" w:color="auto" w:fill="auto"/>
          </w:tcPr>
          <w:p w14:paraId="022A6D37" w14:textId="77777777" w:rsidR="003C1E58" w:rsidRPr="00E44D72" w:rsidRDefault="003C1E58" w:rsidP="003C1E58">
            <w:pPr>
              <w:rPr>
                <w:b/>
              </w:rPr>
            </w:pPr>
            <w:r>
              <w:t>&amp;CLTASM13881&amp;</w:t>
            </w:r>
          </w:p>
        </w:tc>
      </w:tr>
      <w:tr w:rsidR="003C1E58" w:rsidRPr="00F74444" w14:paraId="797B9C58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6F4F46B" w14:textId="77777777" w:rsidR="003C1E58" w:rsidRPr="003A30CC" w:rsidRDefault="003C1E58" w:rsidP="003C1E58">
            <w:r w:rsidRPr="003A30CC">
              <w:t>How many of the past 30 nights have you/your child spent in a hospital for mental health care?</w:t>
            </w:r>
          </w:p>
        </w:tc>
        <w:tc>
          <w:tcPr>
            <w:tcW w:w="5458" w:type="dxa"/>
            <w:shd w:val="clear" w:color="auto" w:fill="auto"/>
          </w:tcPr>
          <w:p w14:paraId="5E518C2E" w14:textId="77777777" w:rsidR="003C1E58" w:rsidRPr="00E44D72" w:rsidRDefault="003C1E58" w:rsidP="003C1E58">
            <w:pPr>
              <w:rPr>
                <w:b/>
              </w:rPr>
            </w:pPr>
            <w:r>
              <w:t>&amp;CLTASM13882&amp;</w:t>
            </w:r>
          </w:p>
        </w:tc>
      </w:tr>
      <w:tr w:rsidR="003C1E58" w:rsidRPr="00F74444" w14:paraId="13B9ACF7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629E1CB" w14:textId="77777777" w:rsidR="003C1E58" w:rsidRPr="003A30CC" w:rsidRDefault="003C1E58" w:rsidP="003C1E58">
            <w:pPr>
              <w:numPr>
                <w:ilvl w:val="0"/>
                <w:numId w:val="1"/>
              </w:numPr>
            </w:pPr>
            <w:r w:rsidRPr="003A30CC">
              <w:t>In a facility for detox/inpatient or residential substance abuse treatment?</w:t>
            </w:r>
          </w:p>
        </w:tc>
        <w:tc>
          <w:tcPr>
            <w:tcW w:w="5458" w:type="dxa"/>
            <w:shd w:val="clear" w:color="auto" w:fill="auto"/>
          </w:tcPr>
          <w:p w14:paraId="5FC7EC1B" w14:textId="77777777" w:rsidR="003C1E58" w:rsidRPr="00E44D72" w:rsidRDefault="003C1E58" w:rsidP="003C1E58">
            <w:pPr>
              <w:rPr>
                <w:b/>
              </w:rPr>
            </w:pPr>
            <w:r>
              <w:t>&amp;CLTASM13883&amp;</w:t>
            </w:r>
          </w:p>
        </w:tc>
      </w:tr>
      <w:tr w:rsidR="003C1E58" w:rsidRPr="00F74444" w14:paraId="34EC6276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52D3B73" w14:textId="77777777" w:rsidR="003C1E58" w:rsidRPr="003A30CC" w:rsidRDefault="003C1E58" w:rsidP="003C1E58">
            <w:r w:rsidRPr="003A30CC">
              <w:t>How many of the past 30 nights have you/your child spent in a facility for detox/inpatient or residential substance abuse treatment?</w:t>
            </w:r>
          </w:p>
        </w:tc>
        <w:tc>
          <w:tcPr>
            <w:tcW w:w="5458" w:type="dxa"/>
            <w:shd w:val="clear" w:color="auto" w:fill="auto"/>
          </w:tcPr>
          <w:p w14:paraId="434E7BB3" w14:textId="77777777" w:rsidR="003C1E58" w:rsidRPr="00E44D72" w:rsidRDefault="003C1E58" w:rsidP="003C1E58">
            <w:pPr>
              <w:rPr>
                <w:b/>
              </w:rPr>
            </w:pPr>
            <w:r>
              <w:t>&amp;CLTASM13884&amp;</w:t>
            </w:r>
          </w:p>
        </w:tc>
      </w:tr>
      <w:tr w:rsidR="003C1E58" w:rsidRPr="00F74444" w14:paraId="48C608DB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B8A19F0" w14:textId="77777777" w:rsidR="003C1E58" w:rsidRPr="003A30CC" w:rsidRDefault="003C1E58" w:rsidP="003C1E58">
            <w:pPr>
              <w:numPr>
                <w:ilvl w:val="0"/>
                <w:numId w:val="1"/>
              </w:numPr>
            </w:pPr>
            <w:r w:rsidRPr="003A30CC">
              <w:t>In a correctional facility including jail, prison, and juvenile detention?</w:t>
            </w:r>
          </w:p>
        </w:tc>
        <w:tc>
          <w:tcPr>
            <w:tcW w:w="5458" w:type="dxa"/>
            <w:shd w:val="clear" w:color="auto" w:fill="auto"/>
          </w:tcPr>
          <w:p w14:paraId="2C11FA8F" w14:textId="77777777" w:rsidR="003C1E58" w:rsidRPr="00E44D72" w:rsidRDefault="003C1E58" w:rsidP="003C1E58">
            <w:pPr>
              <w:rPr>
                <w:b/>
              </w:rPr>
            </w:pPr>
            <w:r>
              <w:t>&amp;CLTASM13885&amp;</w:t>
            </w:r>
          </w:p>
        </w:tc>
      </w:tr>
      <w:tr w:rsidR="003C1E58" w:rsidRPr="00F74444" w14:paraId="5650BECB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04E8948" w14:textId="77777777" w:rsidR="003C1E58" w:rsidRPr="003A30CC" w:rsidRDefault="003C1E58" w:rsidP="003C1E58">
            <w:r w:rsidRPr="003A30CC">
              <w:t>How many of the past 30 nights have you/your child spent in a correctional facility?</w:t>
            </w:r>
          </w:p>
        </w:tc>
        <w:tc>
          <w:tcPr>
            <w:tcW w:w="5458" w:type="dxa"/>
            <w:shd w:val="clear" w:color="auto" w:fill="auto"/>
          </w:tcPr>
          <w:p w14:paraId="0FF57330" w14:textId="77777777" w:rsidR="003C1E58" w:rsidRPr="00E44D72" w:rsidRDefault="003C1E58" w:rsidP="003C1E58">
            <w:pPr>
              <w:rPr>
                <w:b/>
              </w:rPr>
            </w:pPr>
            <w:r>
              <w:t>&amp;CLTASM13886&amp;</w:t>
            </w:r>
          </w:p>
        </w:tc>
      </w:tr>
      <w:tr w:rsidR="003C1E58" w:rsidRPr="00F74444" w14:paraId="750C5A57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2B46116" w14:textId="77777777" w:rsidR="003C1E58" w:rsidRPr="0026203B" w:rsidRDefault="003C1E58" w:rsidP="003C1E58">
            <w:r w:rsidRPr="0026203B">
              <w:t>Add together the number of nights the client has been homeless, hospitalized for mental health care, in a facility for detox/inpatient or residential substance abuse treatment, and in a correctional facility in the past 30 days.  [This number cannot exceed 30]</w:t>
            </w:r>
          </w:p>
        </w:tc>
        <w:tc>
          <w:tcPr>
            <w:tcW w:w="5458" w:type="dxa"/>
            <w:shd w:val="clear" w:color="auto" w:fill="auto"/>
          </w:tcPr>
          <w:p w14:paraId="0CFD860D" w14:textId="77777777" w:rsidR="003C1E58" w:rsidRPr="00E44D72" w:rsidRDefault="003C1E58" w:rsidP="003C1E58">
            <w:pPr>
              <w:rPr>
                <w:b/>
              </w:rPr>
            </w:pPr>
            <w:r>
              <w:t>&amp;CLTASM13887&amp;</w:t>
            </w:r>
          </w:p>
        </w:tc>
      </w:tr>
      <w:tr w:rsidR="003C1E58" w:rsidRPr="00F74444" w14:paraId="19AD694D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5F2AF97" w14:textId="77777777" w:rsidR="003C1E58" w:rsidRPr="00297C5B" w:rsidRDefault="003C1E58" w:rsidP="003C1E58">
            <w:r w:rsidRPr="00297C5B">
              <w:t>Did the client report spending 16 or more nights in any ONE (not total) of the following categories: homeless. hospitalized for mental health. in a facility for substance abuse. OR in a correctional facility?</w:t>
            </w:r>
          </w:p>
        </w:tc>
        <w:tc>
          <w:tcPr>
            <w:tcW w:w="5458" w:type="dxa"/>
            <w:shd w:val="clear" w:color="auto" w:fill="auto"/>
          </w:tcPr>
          <w:p w14:paraId="7A473AF3" w14:textId="77777777" w:rsidR="003C1E58" w:rsidRPr="00E44D72" w:rsidRDefault="003C1E58" w:rsidP="003C1E58">
            <w:pPr>
              <w:rPr>
                <w:b/>
              </w:rPr>
            </w:pPr>
            <w:r>
              <w:t>&amp;CLTASM13890&amp;</w:t>
            </w:r>
          </w:p>
        </w:tc>
      </w:tr>
      <w:tr w:rsidR="003C1E58" w:rsidRPr="00F74444" w14:paraId="5F27F7FC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CAD6D8A" w14:textId="77777777" w:rsidR="003C1E58" w:rsidRPr="0026203B" w:rsidRDefault="003C1E58" w:rsidP="003C1E58">
            <w:r w:rsidRPr="0026203B">
              <w:t>In the past 30 days, have you/has your child gone to an emergency room for a psychiatric or emotional problem?</w:t>
            </w:r>
          </w:p>
        </w:tc>
        <w:tc>
          <w:tcPr>
            <w:tcW w:w="5458" w:type="dxa"/>
            <w:shd w:val="clear" w:color="auto" w:fill="auto"/>
          </w:tcPr>
          <w:p w14:paraId="14501450" w14:textId="77777777" w:rsidR="003C1E58" w:rsidRPr="00E44D72" w:rsidRDefault="003C1E58" w:rsidP="003C1E58">
            <w:pPr>
              <w:rPr>
                <w:b/>
              </w:rPr>
            </w:pPr>
            <w:r>
              <w:t>&amp;CLTASM13888&amp;</w:t>
            </w:r>
          </w:p>
        </w:tc>
      </w:tr>
      <w:tr w:rsidR="003C1E58" w:rsidRPr="00F74444" w14:paraId="06753BA0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B615DDC" w14:textId="77777777" w:rsidR="003C1E58" w:rsidRPr="0026203B" w:rsidRDefault="003C1E58" w:rsidP="003C1E58">
            <w:r w:rsidRPr="0026203B">
              <w:t>How many times have you/has your child gone to an emergency room for a psychiatric or emotional problem in the past 30 days?</w:t>
            </w:r>
          </w:p>
        </w:tc>
        <w:tc>
          <w:tcPr>
            <w:tcW w:w="5458" w:type="dxa"/>
            <w:shd w:val="clear" w:color="auto" w:fill="auto"/>
          </w:tcPr>
          <w:p w14:paraId="015A7633" w14:textId="77777777" w:rsidR="003C1E58" w:rsidRPr="00E44D72" w:rsidRDefault="003C1E58" w:rsidP="003C1E58">
            <w:pPr>
              <w:rPr>
                <w:b/>
              </w:rPr>
            </w:pPr>
            <w:r>
              <w:t>&amp;CLTASM13889&amp;</w:t>
            </w:r>
          </w:p>
        </w:tc>
      </w:tr>
      <w:tr w:rsidR="003C1E58" w:rsidRPr="00F74444" w14:paraId="108F9F03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A7D2C56" w14:textId="77777777" w:rsidR="003C1E58" w:rsidRPr="00297C5B" w:rsidRDefault="003C1E58" w:rsidP="003C1E58">
            <w:r w:rsidRPr="00297C5B">
              <w:t>In the past 30 days, where have you/has your child been living most of the time? [Do not read the response options to the consumer]</w:t>
            </w:r>
          </w:p>
        </w:tc>
        <w:tc>
          <w:tcPr>
            <w:tcW w:w="5458" w:type="dxa"/>
            <w:shd w:val="clear" w:color="auto" w:fill="auto"/>
          </w:tcPr>
          <w:p w14:paraId="0F1AC1F5" w14:textId="77777777" w:rsidR="003C1E58" w:rsidRPr="00E44D72" w:rsidRDefault="003C1E58" w:rsidP="003C1E58">
            <w:pPr>
              <w:rPr>
                <w:b/>
              </w:rPr>
            </w:pPr>
            <w:r>
              <w:t>&amp;CLTASM13891&amp;</w:t>
            </w:r>
          </w:p>
        </w:tc>
      </w:tr>
      <w:tr w:rsidR="003C1E58" w:rsidRPr="00F74444" w14:paraId="44CE58BF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0D3E2BF" w14:textId="77777777" w:rsidR="003C1E58" w:rsidRPr="00686806" w:rsidRDefault="003C1E58" w:rsidP="003C1E58">
            <w:r w:rsidRPr="00686806">
              <w:t>Specify the 'Other' housing:</w:t>
            </w:r>
          </w:p>
        </w:tc>
        <w:tc>
          <w:tcPr>
            <w:tcW w:w="5458" w:type="dxa"/>
            <w:shd w:val="clear" w:color="auto" w:fill="auto"/>
          </w:tcPr>
          <w:p w14:paraId="0BAE9D1F" w14:textId="77777777" w:rsidR="003C1E58" w:rsidRPr="00E44D72" w:rsidRDefault="003C1E58" w:rsidP="003C1E58">
            <w:pPr>
              <w:rPr>
                <w:b/>
              </w:rPr>
            </w:pPr>
            <w:r>
              <w:t>&amp;CLTASM13892&amp;</w:t>
            </w:r>
          </w:p>
        </w:tc>
      </w:tr>
      <w:tr w:rsidR="003C1E58" w:rsidRPr="00F74444" w14:paraId="26093064" w14:textId="77777777" w:rsidTr="00E968AC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3B2F70DA" w14:textId="77777777" w:rsidR="003C1E58" w:rsidRPr="00E44D72" w:rsidRDefault="003C1E58" w:rsidP="003C1E58">
            <w:pPr>
              <w:rPr>
                <w:b/>
              </w:rPr>
            </w:pPr>
            <w:r w:rsidRPr="00686806">
              <w:rPr>
                <w:b/>
              </w:rPr>
              <w:lastRenderedPageBreak/>
              <w:t>Section D: Education and Employment</w:t>
            </w:r>
          </w:p>
        </w:tc>
      </w:tr>
      <w:tr w:rsidR="003C1E58" w:rsidRPr="00F74444" w14:paraId="1BB9E035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499233F6" w14:textId="77777777" w:rsidR="003C1E58" w:rsidRPr="00C02263" w:rsidRDefault="003C1E58" w:rsidP="003C1E58">
            <w:r w:rsidRPr="00C02263">
              <w:t>During the past 30 days of school, how many days were you/your child absent for any reason?</w:t>
            </w:r>
          </w:p>
        </w:tc>
        <w:tc>
          <w:tcPr>
            <w:tcW w:w="5458" w:type="dxa"/>
            <w:shd w:val="clear" w:color="auto" w:fill="auto"/>
          </w:tcPr>
          <w:p w14:paraId="08E030B9" w14:textId="77777777" w:rsidR="003C1E58" w:rsidRPr="00C02263" w:rsidRDefault="003C1E58" w:rsidP="003C1E58">
            <w:r w:rsidRPr="00C02263">
              <w:t>&amp;CLTASM13975&amp;</w:t>
            </w:r>
          </w:p>
        </w:tc>
      </w:tr>
      <w:tr w:rsidR="003C1E58" w:rsidRPr="00F74444" w14:paraId="4876FC8C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44DB112B" w14:textId="77777777" w:rsidR="003C1E58" w:rsidRPr="00C02263" w:rsidRDefault="003C1E58" w:rsidP="003C1E58">
            <w:r w:rsidRPr="00C02263">
              <w:t>How many were unexcused absences?</w:t>
            </w:r>
          </w:p>
        </w:tc>
        <w:tc>
          <w:tcPr>
            <w:tcW w:w="5458" w:type="dxa"/>
            <w:shd w:val="clear" w:color="auto" w:fill="auto"/>
          </w:tcPr>
          <w:p w14:paraId="232E7624" w14:textId="77777777" w:rsidR="003C1E58" w:rsidRPr="00C02263" w:rsidRDefault="003C1E58" w:rsidP="003C1E58">
            <w:r w:rsidRPr="00C02263">
              <w:t>&amp;CLTASM13976&amp;</w:t>
            </w:r>
          </w:p>
        </w:tc>
      </w:tr>
      <w:tr w:rsidR="003C1E58" w:rsidRPr="00F74444" w14:paraId="18020C99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7C36CEA" w14:textId="77777777" w:rsidR="003C1E58" w:rsidRPr="009D7CF9" w:rsidRDefault="003C1E58" w:rsidP="003C1E58">
            <w:pPr>
              <w:rPr>
                <w:highlight w:val="cyan"/>
              </w:rPr>
            </w:pPr>
            <w:r w:rsidRPr="000C3324">
              <w:t>What is the highest level of education you have/your child has finished, whether or not a degree was received?</w:t>
            </w:r>
          </w:p>
        </w:tc>
        <w:tc>
          <w:tcPr>
            <w:tcW w:w="5458" w:type="dxa"/>
            <w:shd w:val="clear" w:color="auto" w:fill="auto"/>
          </w:tcPr>
          <w:p w14:paraId="3F360F9F" w14:textId="77777777" w:rsidR="003C1E58" w:rsidRPr="00E44D72" w:rsidRDefault="003C1E58" w:rsidP="003C1E58">
            <w:pPr>
              <w:rPr>
                <w:b/>
              </w:rPr>
            </w:pPr>
            <w:r>
              <w:t>&amp;CLTASM13902&amp;</w:t>
            </w:r>
          </w:p>
        </w:tc>
      </w:tr>
      <w:tr w:rsidR="003C1E58" w:rsidRPr="00F74444" w14:paraId="130766FC" w14:textId="77777777" w:rsidTr="00E968AC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21AA0826" w14:textId="77777777" w:rsidR="003C1E58" w:rsidRPr="00E44D72" w:rsidRDefault="003C1E58" w:rsidP="003C1E58">
            <w:pPr>
              <w:rPr>
                <w:b/>
              </w:rPr>
            </w:pPr>
            <w:r w:rsidRPr="00B2538B">
              <w:rPr>
                <w:b/>
              </w:rPr>
              <w:t>Section E: Crime and Criminal Justice Status</w:t>
            </w:r>
          </w:p>
        </w:tc>
      </w:tr>
      <w:tr w:rsidR="003C1E58" w:rsidRPr="00F74444" w14:paraId="6749738E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E068879" w14:textId="77777777" w:rsidR="003C1E58" w:rsidRPr="00953FA8" w:rsidRDefault="003C1E58" w:rsidP="003C1E58">
            <w:pPr>
              <w:rPr>
                <w:b/>
              </w:rPr>
            </w:pPr>
            <w:r w:rsidRPr="00953FA8">
              <w:t>In the past 30 days, have you/has your child been arrested?</w:t>
            </w:r>
          </w:p>
        </w:tc>
        <w:tc>
          <w:tcPr>
            <w:tcW w:w="5458" w:type="dxa"/>
            <w:shd w:val="clear" w:color="auto" w:fill="auto"/>
          </w:tcPr>
          <w:p w14:paraId="7BAE42E6" w14:textId="77777777" w:rsidR="003C1E58" w:rsidRPr="00E44D72" w:rsidRDefault="003C1E58" w:rsidP="003C1E58">
            <w:pPr>
              <w:rPr>
                <w:b/>
              </w:rPr>
            </w:pPr>
            <w:r>
              <w:t>&amp;CLTASM13910&amp;</w:t>
            </w:r>
          </w:p>
        </w:tc>
      </w:tr>
      <w:tr w:rsidR="003C1E58" w:rsidRPr="00F74444" w14:paraId="53CFF325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7E2EE20" w14:textId="77777777" w:rsidR="003C1E58" w:rsidRPr="00953FA8" w:rsidRDefault="003C1E58" w:rsidP="003C1E58">
            <w:r w:rsidRPr="00953FA8">
              <w:t>How many times have you/has your child been arrested in the past 30 days?</w:t>
            </w:r>
          </w:p>
        </w:tc>
        <w:tc>
          <w:tcPr>
            <w:tcW w:w="5458" w:type="dxa"/>
            <w:shd w:val="clear" w:color="auto" w:fill="auto"/>
          </w:tcPr>
          <w:p w14:paraId="27D5E571" w14:textId="77777777" w:rsidR="003C1E58" w:rsidRPr="00E44D72" w:rsidRDefault="003C1E58" w:rsidP="003C1E58">
            <w:pPr>
              <w:rPr>
                <w:b/>
              </w:rPr>
            </w:pPr>
            <w:r>
              <w:t>&amp;CLTASM13911&amp;</w:t>
            </w:r>
          </w:p>
        </w:tc>
      </w:tr>
      <w:tr w:rsidR="003C1E58" w:rsidRPr="00F74444" w14:paraId="4FF7DABB" w14:textId="77777777" w:rsidTr="00E968AC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6BAFBD23" w14:textId="77777777" w:rsidR="003C1E58" w:rsidRPr="00E44D72" w:rsidRDefault="003C1E58" w:rsidP="003C1E58">
            <w:pPr>
              <w:rPr>
                <w:b/>
              </w:rPr>
            </w:pPr>
            <w:r w:rsidRPr="00BA001E">
              <w:rPr>
                <w:b/>
              </w:rPr>
              <w:t>Section F: Perception of Care</w:t>
            </w:r>
          </w:p>
        </w:tc>
      </w:tr>
      <w:tr w:rsidR="003C1E58" w:rsidRPr="00F74444" w14:paraId="74A1367F" w14:textId="77777777" w:rsidTr="006127EB">
        <w:trPr>
          <w:cantSplit/>
          <w:trHeight w:val="288"/>
        </w:trPr>
        <w:tc>
          <w:tcPr>
            <w:tcW w:w="10916" w:type="dxa"/>
            <w:gridSpan w:val="2"/>
            <w:shd w:val="clear" w:color="auto" w:fill="auto"/>
          </w:tcPr>
          <w:p w14:paraId="728F0AE0" w14:textId="77777777" w:rsidR="003C1E58" w:rsidRPr="00E44D72" w:rsidRDefault="003C1E58" w:rsidP="003C1E58">
            <w:pPr>
              <w:rPr>
                <w:b/>
              </w:rPr>
            </w:pPr>
            <w:r w:rsidRPr="00BA001E">
              <w:rPr>
                <w:b/>
              </w:rPr>
              <w:t>During the past 30 days:</w:t>
            </w:r>
          </w:p>
        </w:tc>
      </w:tr>
      <w:tr w:rsidR="003C1E58" w:rsidRPr="00F74444" w14:paraId="5DCAC90D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7B4A18B" w14:textId="77777777" w:rsidR="003C1E58" w:rsidRPr="00825646" w:rsidRDefault="003C1E58" w:rsidP="003C1E58">
            <w:pPr>
              <w:numPr>
                <w:ilvl w:val="0"/>
                <w:numId w:val="1"/>
              </w:numPr>
            </w:pPr>
            <w:r w:rsidRPr="00825646">
              <w:t>Staff here treated me with respect.</w:t>
            </w:r>
          </w:p>
        </w:tc>
        <w:tc>
          <w:tcPr>
            <w:tcW w:w="5458" w:type="dxa"/>
            <w:shd w:val="clear" w:color="auto" w:fill="auto"/>
          </w:tcPr>
          <w:p w14:paraId="17A631A2" w14:textId="77777777" w:rsidR="003C1E58" w:rsidRPr="00E44D72" w:rsidRDefault="003C1E58" w:rsidP="003C1E58">
            <w:pPr>
              <w:rPr>
                <w:b/>
              </w:rPr>
            </w:pPr>
            <w:r>
              <w:t>&amp;CLTASM13977&amp;</w:t>
            </w:r>
          </w:p>
        </w:tc>
      </w:tr>
      <w:tr w:rsidR="003C1E58" w:rsidRPr="00F74444" w14:paraId="1CF3F4E8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478FD036" w14:textId="77777777" w:rsidR="003C1E58" w:rsidRPr="00825646" w:rsidRDefault="003C1E58" w:rsidP="003C1E58">
            <w:pPr>
              <w:numPr>
                <w:ilvl w:val="0"/>
                <w:numId w:val="1"/>
              </w:numPr>
            </w:pPr>
            <w:r w:rsidRPr="00825646">
              <w:t>Staff respected my family’s religious/spiritual beliefs.</w:t>
            </w:r>
          </w:p>
        </w:tc>
        <w:tc>
          <w:tcPr>
            <w:tcW w:w="5458" w:type="dxa"/>
            <w:shd w:val="clear" w:color="auto" w:fill="auto"/>
          </w:tcPr>
          <w:p w14:paraId="7333954F" w14:textId="77777777" w:rsidR="003C1E58" w:rsidRPr="00E44D72" w:rsidRDefault="003C1E58" w:rsidP="003C1E58">
            <w:pPr>
              <w:rPr>
                <w:b/>
              </w:rPr>
            </w:pPr>
            <w:r>
              <w:t>&amp;CLTASM13978&amp;</w:t>
            </w:r>
          </w:p>
        </w:tc>
      </w:tr>
      <w:tr w:rsidR="003C1E58" w:rsidRPr="00F74444" w14:paraId="125C6CE5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6072FD6" w14:textId="77777777" w:rsidR="003C1E58" w:rsidRPr="00825646" w:rsidRDefault="003C1E58" w:rsidP="003C1E58">
            <w:pPr>
              <w:numPr>
                <w:ilvl w:val="0"/>
                <w:numId w:val="1"/>
              </w:numPr>
            </w:pPr>
            <w:r w:rsidRPr="00825646">
              <w:t>Staff spoke with me in a way that I understood.</w:t>
            </w:r>
          </w:p>
        </w:tc>
        <w:tc>
          <w:tcPr>
            <w:tcW w:w="5458" w:type="dxa"/>
            <w:shd w:val="clear" w:color="auto" w:fill="auto"/>
          </w:tcPr>
          <w:p w14:paraId="6CC3107D" w14:textId="77777777" w:rsidR="003C1E58" w:rsidRPr="00E44D72" w:rsidRDefault="003C1E58" w:rsidP="003C1E58">
            <w:pPr>
              <w:rPr>
                <w:b/>
              </w:rPr>
            </w:pPr>
            <w:r>
              <w:t>&amp;CLTASM13979&amp;</w:t>
            </w:r>
          </w:p>
        </w:tc>
      </w:tr>
      <w:tr w:rsidR="003C1E58" w:rsidRPr="00F74444" w14:paraId="1383946D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ECA4CCD" w14:textId="77777777" w:rsidR="003C1E58" w:rsidRPr="00D72F55" w:rsidRDefault="003C1E58" w:rsidP="003C1E58">
            <w:pPr>
              <w:numPr>
                <w:ilvl w:val="0"/>
                <w:numId w:val="1"/>
              </w:numPr>
            </w:pPr>
            <w:r w:rsidRPr="00D72F55">
              <w:t>Staff were sensitive to my cultural/ethnic background (race, religion, language, etc.).</w:t>
            </w:r>
          </w:p>
        </w:tc>
        <w:tc>
          <w:tcPr>
            <w:tcW w:w="5458" w:type="dxa"/>
            <w:shd w:val="clear" w:color="auto" w:fill="auto"/>
          </w:tcPr>
          <w:p w14:paraId="31F15CD8" w14:textId="77777777" w:rsidR="003C1E58" w:rsidRPr="00E44D72" w:rsidRDefault="003C1E58" w:rsidP="003C1E58">
            <w:pPr>
              <w:rPr>
                <w:b/>
              </w:rPr>
            </w:pPr>
            <w:r>
              <w:t>&amp;CLTASM13920&amp;</w:t>
            </w:r>
          </w:p>
        </w:tc>
      </w:tr>
      <w:tr w:rsidR="003C1E58" w:rsidRPr="00F74444" w14:paraId="7607BE27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9E1D7CA" w14:textId="77777777" w:rsidR="003C1E58" w:rsidRPr="00D72F55" w:rsidRDefault="003C1E58" w:rsidP="003C1E58">
            <w:pPr>
              <w:numPr>
                <w:ilvl w:val="0"/>
                <w:numId w:val="1"/>
              </w:numPr>
            </w:pPr>
            <w:r>
              <w:t>I helped choose my/my child’s services.</w:t>
            </w:r>
          </w:p>
        </w:tc>
        <w:tc>
          <w:tcPr>
            <w:tcW w:w="5458" w:type="dxa"/>
            <w:shd w:val="clear" w:color="auto" w:fill="auto"/>
          </w:tcPr>
          <w:p w14:paraId="28203115" w14:textId="77777777" w:rsidR="003C1E58" w:rsidRDefault="003C1E58" w:rsidP="003C1E58">
            <w:r>
              <w:t>&amp;CLTASM13980&amp;</w:t>
            </w:r>
          </w:p>
        </w:tc>
      </w:tr>
      <w:tr w:rsidR="003C1E58" w:rsidRPr="00F74444" w14:paraId="6D0D0315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216E1F8" w14:textId="77777777" w:rsidR="003C1E58" w:rsidRDefault="003C1E58" w:rsidP="003C1E58">
            <w:pPr>
              <w:numPr>
                <w:ilvl w:val="0"/>
                <w:numId w:val="1"/>
              </w:numPr>
            </w:pPr>
            <w:r>
              <w:t>I helped choose my/my child’s treatment goals.</w:t>
            </w:r>
          </w:p>
        </w:tc>
        <w:tc>
          <w:tcPr>
            <w:tcW w:w="5458" w:type="dxa"/>
            <w:shd w:val="clear" w:color="auto" w:fill="auto"/>
          </w:tcPr>
          <w:p w14:paraId="62E7AE0D" w14:textId="77777777" w:rsidR="003C1E58" w:rsidRDefault="003C1E58" w:rsidP="003C1E58">
            <w:r>
              <w:t>&amp;CLTASM13981&amp;</w:t>
            </w:r>
          </w:p>
        </w:tc>
      </w:tr>
      <w:tr w:rsidR="003C1E58" w:rsidRPr="00F74444" w14:paraId="1537D9B5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73C3F15" w14:textId="77777777" w:rsidR="003C1E58" w:rsidRPr="00D72F55" w:rsidRDefault="003C1E58" w:rsidP="003C1E58">
            <w:pPr>
              <w:numPr>
                <w:ilvl w:val="0"/>
                <w:numId w:val="1"/>
              </w:numPr>
            </w:pPr>
            <w:r>
              <w:t>I participated in my/my child’s treatment.</w:t>
            </w:r>
          </w:p>
        </w:tc>
        <w:tc>
          <w:tcPr>
            <w:tcW w:w="5458" w:type="dxa"/>
            <w:shd w:val="clear" w:color="auto" w:fill="auto"/>
          </w:tcPr>
          <w:p w14:paraId="4D4CC53F" w14:textId="77777777" w:rsidR="003C1E58" w:rsidRDefault="003C1E58" w:rsidP="003C1E58">
            <w:r>
              <w:t>&amp;CLTASM13982&amp;</w:t>
            </w:r>
          </w:p>
        </w:tc>
      </w:tr>
      <w:tr w:rsidR="003C1E58" w:rsidRPr="00F74444" w14:paraId="5D2F60C2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AA7A3BD" w14:textId="77777777" w:rsidR="003C1E58" w:rsidRPr="00D72F55" w:rsidRDefault="003C1E58" w:rsidP="003C1E58">
            <w:pPr>
              <w:numPr>
                <w:ilvl w:val="0"/>
                <w:numId w:val="1"/>
              </w:numPr>
            </w:pPr>
            <w:r>
              <w:t>Overall, I am satisfied with the services I/my child received.</w:t>
            </w:r>
          </w:p>
        </w:tc>
        <w:tc>
          <w:tcPr>
            <w:tcW w:w="5458" w:type="dxa"/>
            <w:shd w:val="clear" w:color="auto" w:fill="auto"/>
          </w:tcPr>
          <w:p w14:paraId="2C4138DE" w14:textId="77777777" w:rsidR="003C1E58" w:rsidRDefault="003C1E58" w:rsidP="003C1E58">
            <w:r>
              <w:t>&amp;CLTASM13983&amp;</w:t>
            </w:r>
          </w:p>
        </w:tc>
      </w:tr>
      <w:tr w:rsidR="003C1E58" w:rsidRPr="00F74444" w14:paraId="05405951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D9FD095" w14:textId="77777777" w:rsidR="003C1E58" w:rsidRPr="00D72F55" w:rsidRDefault="003C1E58" w:rsidP="003C1E58">
            <w:pPr>
              <w:numPr>
                <w:ilvl w:val="0"/>
                <w:numId w:val="1"/>
              </w:numPr>
            </w:pPr>
            <w:r>
              <w:t>The people helping me/my child stuck with me/us no matter what.</w:t>
            </w:r>
          </w:p>
        </w:tc>
        <w:tc>
          <w:tcPr>
            <w:tcW w:w="5458" w:type="dxa"/>
            <w:shd w:val="clear" w:color="auto" w:fill="auto"/>
          </w:tcPr>
          <w:p w14:paraId="7711E9B9" w14:textId="77777777" w:rsidR="003C1E58" w:rsidRDefault="003C1E58" w:rsidP="003C1E58">
            <w:r>
              <w:t>&amp;CLTASM13984&amp;</w:t>
            </w:r>
          </w:p>
        </w:tc>
      </w:tr>
      <w:tr w:rsidR="003C1E58" w:rsidRPr="00F74444" w14:paraId="04BD37C2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0AF3CB0" w14:textId="77777777" w:rsidR="003C1E58" w:rsidRPr="00D72F55" w:rsidRDefault="003C1E58" w:rsidP="003C1E58">
            <w:pPr>
              <w:numPr>
                <w:ilvl w:val="0"/>
                <w:numId w:val="1"/>
              </w:numPr>
            </w:pPr>
            <w:r>
              <w:t>I felt I had/my child had someone to talk to when I/my child was troubled.</w:t>
            </w:r>
          </w:p>
        </w:tc>
        <w:tc>
          <w:tcPr>
            <w:tcW w:w="5458" w:type="dxa"/>
            <w:shd w:val="clear" w:color="auto" w:fill="auto"/>
          </w:tcPr>
          <w:p w14:paraId="2DB7F19F" w14:textId="77777777" w:rsidR="003C1E58" w:rsidRDefault="003C1E58" w:rsidP="003C1E58">
            <w:r>
              <w:t>&amp;CLTASM13985&amp;</w:t>
            </w:r>
          </w:p>
        </w:tc>
      </w:tr>
      <w:tr w:rsidR="003C1E58" w:rsidRPr="00F74444" w14:paraId="4B41C8E7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A10BC87" w14:textId="77777777" w:rsidR="003C1E58" w:rsidRPr="00D72F55" w:rsidRDefault="003C1E58" w:rsidP="003C1E58">
            <w:pPr>
              <w:numPr>
                <w:ilvl w:val="0"/>
                <w:numId w:val="1"/>
              </w:numPr>
            </w:pPr>
            <w:r>
              <w:t>The services I/my child and/or family received were right for me/us.</w:t>
            </w:r>
          </w:p>
        </w:tc>
        <w:tc>
          <w:tcPr>
            <w:tcW w:w="5458" w:type="dxa"/>
            <w:shd w:val="clear" w:color="auto" w:fill="auto"/>
          </w:tcPr>
          <w:p w14:paraId="1F1D89F2" w14:textId="77777777" w:rsidR="003C1E58" w:rsidRDefault="003C1E58" w:rsidP="003C1E58">
            <w:r>
              <w:t>&amp;CLTASM13986&amp;</w:t>
            </w:r>
          </w:p>
        </w:tc>
      </w:tr>
      <w:tr w:rsidR="003C1E58" w:rsidRPr="00F74444" w14:paraId="46D85B6A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5C52467" w14:textId="77777777" w:rsidR="003C1E58" w:rsidRPr="00D72F55" w:rsidRDefault="003C1E58" w:rsidP="003C1E58">
            <w:pPr>
              <w:numPr>
                <w:ilvl w:val="0"/>
                <w:numId w:val="1"/>
              </w:numPr>
            </w:pPr>
            <w:r>
              <w:t>I/my family got the help I/we wanted [for my child].</w:t>
            </w:r>
          </w:p>
        </w:tc>
        <w:tc>
          <w:tcPr>
            <w:tcW w:w="5458" w:type="dxa"/>
            <w:shd w:val="clear" w:color="auto" w:fill="auto"/>
          </w:tcPr>
          <w:p w14:paraId="67125F21" w14:textId="77777777" w:rsidR="003C1E58" w:rsidRDefault="003C1E58" w:rsidP="003C1E58">
            <w:r>
              <w:t>&amp;CLTASM13987&amp;</w:t>
            </w:r>
          </w:p>
        </w:tc>
      </w:tr>
      <w:tr w:rsidR="003C1E58" w:rsidRPr="00F74444" w14:paraId="48CD07E1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537D6F5" w14:textId="77777777" w:rsidR="003C1E58" w:rsidRPr="00D72F55" w:rsidRDefault="003C1E58" w:rsidP="003C1E58">
            <w:pPr>
              <w:numPr>
                <w:ilvl w:val="0"/>
                <w:numId w:val="1"/>
              </w:numPr>
            </w:pPr>
            <w:r>
              <w:t>I/my family got as much help as I/we needed [for my child].</w:t>
            </w:r>
          </w:p>
        </w:tc>
        <w:tc>
          <w:tcPr>
            <w:tcW w:w="5458" w:type="dxa"/>
            <w:shd w:val="clear" w:color="auto" w:fill="auto"/>
          </w:tcPr>
          <w:p w14:paraId="7A3E72F5" w14:textId="77777777" w:rsidR="003C1E58" w:rsidRDefault="003C1E58" w:rsidP="003C1E58">
            <w:r>
              <w:t>&amp;CLTASM13988&amp;</w:t>
            </w:r>
          </w:p>
        </w:tc>
      </w:tr>
      <w:tr w:rsidR="003C1E58" w:rsidRPr="00F74444" w14:paraId="7253CEFD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CB42BB6" w14:textId="77777777" w:rsidR="003C1E58" w:rsidRPr="009D7CF9" w:rsidRDefault="003C1E58" w:rsidP="003C1E58">
            <w:pPr>
              <w:rPr>
                <w:highlight w:val="cyan"/>
              </w:rPr>
            </w:pPr>
            <w:r w:rsidRPr="009237A2">
              <w:t>Indicate who administered Section F (Perception of Care) to the respondent for this interview?</w:t>
            </w:r>
          </w:p>
        </w:tc>
        <w:tc>
          <w:tcPr>
            <w:tcW w:w="5458" w:type="dxa"/>
            <w:shd w:val="clear" w:color="auto" w:fill="auto"/>
          </w:tcPr>
          <w:p w14:paraId="26FDD151" w14:textId="77777777" w:rsidR="003C1E58" w:rsidRPr="00E44D72" w:rsidRDefault="003C1E58" w:rsidP="003C1E58">
            <w:pPr>
              <w:rPr>
                <w:b/>
              </w:rPr>
            </w:pPr>
            <w:r>
              <w:t>&amp;CLTASM13928&amp;</w:t>
            </w:r>
          </w:p>
        </w:tc>
      </w:tr>
      <w:tr w:rsidR="003C1E58" w:rsidRPr="00F74444" w14:paraId="3665A4DD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438B374" w14:textId="77777777" w:rsidR="003C1E58" w:rsidRPr="009D7CF9" w:rsidRDefault="003C1E58" w:rsidP="003C1E58">
            <w:pPr>
              <w:rPr>
                <w:highlight w:val="cyan"/>
              </w:rPr>
            </w:pPr>
            <w:r w:rsidRPr="00413248">
              <w:t>Specify the 'Other' person who administered Section F (Perception of Care):</w:t>
            </w:r>
          </w:p>
        </w:tc>
        <w:tc>
          <w:tcPr>
            <w:tcW w:w="5458" w:type="dxa"/>
            <w:shd w:val="clear" w:color="auto" w:fill="auto"/>
          </w:tcPr>
          <w:p w14:paraId="5E492036" w14:textId="77777777" w:rsidR="003C1E58" w:rsidRPr="00E44D72" w:rsidRDefault="003C1E58" w:rsidP="003C1E58">
            <w:pPr>
              <w:rPr>
                <w:b/>
              </w:rPr>
            </w:pPr>
            <w:r>
              <w:t>&amp;CLTASM13929&amp;</w:t>
            </w:r>
          </w:p>
        </w:tc>
      </w:tr>
      <w:tr w:rsidR="003C1E58" w:rsidRPr="00F74444" w14:paraId="687F446B" w14:textId="77777777" w:rsidTr="00E968AC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747285AD" w14:textId="77777777" w:rsidR="003C1E58" w:rsidRPr="00E44D72" w:rsidRDefault="003C1E58" w:rsidP="003C1E58">
            <w:pPr>
              <w:rPr>
                <w:b/>
              </w:rPr>
            </w:pPr>
            <w:r w:rsidRPr="00DE1505">
              <w:rPr>
                <w:b/>
              </w:rPr>
              <w:t>Section G: Social Connectedness</w:t>
            </w:r>
          </w:p>
        </w:tc>
      </w:tr>
      <w:tr w:rsidR="003C1E58" w:rsidRPr="00F74444" w14:paraId="7CA006C9" w14:textId="77777777" w:rsidTr="00FC5B99">
        <w:trPr>
          <w:cantSplit/>
          <w:trHeight w:val="288"/>
        </w:trPr>
        <w:tc>
          <w:tcPr>
            <w:tcW w:w="10916" w:type="dxa"/>
            <w:gridSpan w:val="2"/>
            <w:shd w:val="clear" w:color="auto" w:fill="auto"/>
          </w:tcPr>
          <w:p w14:paraId="75709F66" w14:textId="77777777" w:rsidR="003C1E58" w:rsidRPr="00066455" w:rsidRDefault="003C1E58" w:rsidP="003C1E58">
            <w:pPr>
              <w:rPr>
                <w:b/>
              </w:rPr>
            </w:pPr>
            <w:r w:rsidRPr="00066455">
              <w:rPr>
                <w:b/>
              </w:rPr>
              <w:t>Indicate your level of agreement/disagreement with the following statements regarding interpersonal relationships over the past 30 days. [Excluding mental health provider(s)]</w:t>
            </w:r>
          </w:p>
        </w:tc>
      </w:tr>
      <w:tr w:rsidR="003C1E58" w:rsidRPr="00F74444" w14:paraId="6D13DDBD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2313B3E" w14:textId="77777777" w:rsidR="003C1E58" w:rsidRPr="00DB3EDB" w:rsidRDefault="003C1E58" w:rsidP="003C1E58">
            <w:pPr>
              <w:numPr>
                <w:ilvl w:val="0"/>
                <w:numId w:val="1"/>
              </w:numPr>
            </w:pPr>
            <w:r w:rsidRPr="00DB3EDB">
              <w:t>I know people who will listen and undertand me when I need to talk.</w:t>
            </w:r>
          </w:p>
        </w:tc>
        <w:tc>
          <w:tcPr>
            <w:tcW w:w="5458" w:type="dxa"/>
            <w:shd w:val="clear" w:color="auto" w:fill="auto"/>
          </w:tcPr>
          <w:p w14:paraId="55BA747E" w14:textId="77777777" w:rsidR="003C1E58" w:rsidRPr="00E44D72" w:rsidRDefault="003C1E58" w:rsidP="003C1E58">
            <w:pPr>
              <w:rPr>
                <w:b/>
              </w:rPr>
            </w:pPr>
            <w:r>
              <w:t>&amp;CLTASM13989&amp;</w:t>
            </w:r>
          </w:p>
        </w:tc>
      </w:tr>
      <w:tr w:rsidR="003C1E58" w:rsidRPr="00F74444" w14:paraId="56394C78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E2E7EF1" w14:textId="77777777" w:rsidR="003C1E58" w:rsidRPr="009121FE" w:rsidRDefault="003C1E58" w:rsidP="003C1E58">
            <w:pPr>
              <w:numPr>
                <w:ilvl w:val="0"/>
                <w:numId w:val="1"/>
              </w:numPr>
            </w:pPr>
            <w:r w:rsidRPr="009121FE">
              <w:t>I have people that I am comfortable talking with about my/my child’s problems.</w:t>
            </w:r>
          </w:p>
        </w:tc>
        <w:tc>
          <w:tcPr>
            <w:tcW w:w="5458" w:type="dxa"/>
            <w:shd w:val="clear" w:color="auto" w:fill="auto"/>
          </w:tcPr>
          <w:p w14:paraId="48C8B0F4" w14:textId="77777777" w:rsidR="003C1E58" w:rsidRPr="00E44D72" w:rsidRDefault="003C1E58" w:rsidP="003C1E58">
            <w:pPr>
              <w:rPr>
                <w:b/>
              </w:rPr>
            </w:pPr>
            <w:r>
              <w:t>&amp;CLTASM13990&amp;</w:t>
            </w:r>
          </w:p>
        </w:tc>
      </w:tr>
      <w:tr w:rsidR="003C1E58" w:rsidRPr="00F74444" w14:paraId="429E823C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F376A89" w14:textId="77777777" w:rsidR="003C1E58" w:rsidRPr="009121FE" w:rsidRDefault="003C1E58" w:rsidP="003C1E58">
            <w:pPr>
              <w:numPr>
                <w:ilvl w:val="0"/>
                <w:numId w:val="1"/>
              </w:numPr>
            </w:pPr>
            <w:r w:rsidRPr="009121FE">
              <w:t>In a crisis, I would have the support I need from family or friends.</w:t>
            </w:r>
          </w:p>
        </w:tc>
        <w:tc>
          <w:tcPr>
            <w:tcW w:w="5458" w:type="dxa"/>
            <w:shd w:val="clear" w:color="auto" w:fill="auto"/>
          </w:tcPr>
          <w:p w14:paraId="3BFF0CE5" w14:textId="77777777" w:rsidR="003C1E58" w:rsidRPr="00E44D72" w:rsidRDefault="003C1E58" w:rsidP="003C1E58">
            <w:pPr>
              <w:rPr>
                <w:b/>
              </w:rPr>
            </w:pPr>
            <w:r>
              <w:t>&amp;CLTASM13935&amp;</w:t>
            </w:r>
          </w:p>
        </w:tc>
      </w:tr>
      <w:tr w:rsidR="003C1E58" w:rsidRPr="00F74444" w14:paraId="554811C7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5F717DB" w14:textId="77777777" w:rsidR="003C1E58" w:rsidRPr="009121FE" w:rsidRDefault="003C1E58" w:rsidP="003C1E58">
            <w:pPr>
              <w:numPr>
                <w:ilvl w:val="0"/>
                <w:numId w:val="1"/>
              </w:numPr>
            </w:pPr>
            <w:r w:rsidRPr="009121FE">
              <w:t>I have people with whom I can do enjoyable things.</w:t>
            </w:r>
          </w:p>
        </w:tc>
        <w:tc>
          <w:tcPr>
            <w:tcW w:w="5458" w:type="dxa"/>
            <w:shd w:val="clear" w:color="auto" w:fill="auto"/>
          </w:tcPr>
          <w:p w14:paraId="035B0128" w14:textId="77777777" w:rsidR="003C1E58" w:rsidRPr="00E44D72" w:rsidRDefault="003C1E58" w:rsidP="003C1E58">
            <w:pPr>
              <w:rPr>
                <w:b/>
              </w:rPr>
            </w:pPr>
            <w:r>
              <w:t>&amp;CLTASM13991&amp;</w:t>
            </w:r>
          </w:p>
        </w:tc>
      </w:tr>
      <w:tr w:rsidR="003C1E58" w:rsidRPr="00F74444" w14:paraId="2B281D66" w14:textId="77777777" w:rsidTr="00E968AC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48DEEC9D" w14:textId="77777777" w:rsidR="003C1E58" w:rsidRDefault="003C1E58" w:rsidP="003C1E58">
            <w:r>
              <w:rPr>
                <w:b/>
              </w:rPr>
              <w:t>Section H: Program-Specific Health Items</w:t>
            </w:r>
          </w:p>
        </w:tc>
      </w:tr>
      <w:tr w:rsidR="003C1E58" w:rsidRPr="00F74444" w14:paraId="683AFD64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CFCAE24" w14:textId="77777777" w:rsidR="003C1E58" w:rsidRPr="003B0CB3" w:rsidRDefault="003C1E58" w:rsidP="003C1E58">
            <w:r>
              <w:t>Client Vitals:</w:t>
            </w:r>
          </w:p>
        </w:tc>
        <w:tc>
          <w:tcPr>
            <w:tcW w:w="5458" w:type="dxa"/>
            <w:shd w:val="clear" w:color="auto" w:fill="auto"/>
          </w:tcPr>
          <w:p w14:paraId="44B17DFC" w14:textId="77777777" w:rsidR="003C1E58" w:rsidRDefault="003C1E58" w:rsidP="003C1E58">
            <w:r>
              <w:t>&amp;CLTVITALS&amp;</w:t>
            </w:r>
          </w:p>
        </w:tc>
      </w:tr>
      <w:tr w:rsidR="003C1E58" w:rsidRPr="00F74444" w14:paraId="41BF04BA" w14:textId="77777777" w:rsidTr="00E968AC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3A17E528" w14:textId="77777777" w:rsidR="003C1E58" w:rsidRPr="00E44D72" w:rsidRDefault="003C1E58" w:rsidP="003C1E58">
            <w:pPr>
              <w:rPr>
                <w:b/>
              </w:rPr>
            </w:pPr>
            <w:r w:rsidRPr="00F24E81">
              <w:rPr>
                <w:b/>
              </w:rPr>
              <w:t>Section I: Reassessment Status</w:t>
            </w:r>
          </w:p>
        </w:tc>
      </w:tr>
      <w:tr w:rsidR="003C1E58" w:rsidRPr="00F74444" w14:paraId="3F0C35E2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8251B33" w14:textId="77777777" w:rsidR="003C1E58" w:rsidRPr="00F24E81" w:rsidRDefault="003C1E58" w:rsidP="003C1E58">
            <w:pPr>
              <w:rPr>
                <w:b/>
              </w:rPr>
            </w:pPr>
            <w:r w:rsidRPr="00F24E81">
              <w:t>Have you or other grant staff had contact with the consumer within 90 days of the last encounter?</w:t>
            </w:r>
          </w:p>
        </w:tc>
        <w:tc>
          <w:tcPr>
            <w:tcW w:w="5458" w:type="dxa"/>
            <w:shd w:val="clear" w:color="auto" w:fill="auto"/>
          </w:tcPr>
          <w:p w14:paraId="2291663F" w14:textId="77777777" w:rsidR="003C1E58" w:rsidRPr="00E44D72" w:rsidRDefault="003C1E58" w:rsidP="003C1E58">
            <w:pPr>
              <w:rPr>
                <w:b/>
              </w:rPr>
            </w:pPr>
            <w:r>
              <w:t>&amp;CLTASM13939&amp;</w:t>
            </w:r>
          </w:p>
        </w:tc>
      </w:tr>
      <w:tr w:rsidR="003C1E58" w:rsidRPr="00F74444" w14:paraId="126C98F3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27C0561" w14:textId="77777777" w:rsidR="003C1E58" w:rsidRPr="00F24E81" w:rsidRDefault="003C1E58" w:rsidP="003C1E58">
            <w:r w:rsidRPr="00F24E81">
              <w:t>Is the consumer still receiving services from your project?</w:t>
            </w:r>
          </w:p>
        </w:tc>
        <w:tc>
          <w:tcPr>
            <w:tcW w:w="5458" w:type="dxa"/>
            <w:shd w:val="clear" w:color="auto" w:fill="auto"/>
          </w:tcPr>
          <w:p w14:paraId="7AE731C0" w14:textId="77777777" w:rsidR="003C1E58" w:rsidRPr="00E44D72" w:rsidRDefault="003C1E58" w:rsidP="003C1E58">
            <w:pPr>
              <w:rPr>
                <w:b/>
              </w:rPr>
            </w:pPr>
            <w:r>
              <w:t>&amp;CLTASM13940&amp;</w:t>
            </w:r>
          </w:p>
        </w:tc>
      </w:tr>
      <w:tr w:rsidR="003C1E58" w:rsidRPr="00F74444" w14:paraId="53A20993" w14:textId="77777777" w:rsidTr="00E968AC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6B34620A" w14:textId="77777777" w:rsidR="003C1E58" w:rsidRPr="00E44D72" w:rsidRDefault="003C1E58" w:rsidP="003C1E58">
            <w:pPr>
              <w:rPr>
                <w:b/>
              </w:rPr>
            </w:pPr>
            <w:r w:rsidRPr="00F24E81">
              <w:rPr>
                <w:b/>
              </w:rPr>
              <w:t>Section J: Clinical Discharge Status</w:t>
            </w:r>
          </w:p>
        </w:tc>
      </w:tr>
      <w:tr w:rsidR="003C1E58" w:rsidRPr="00F74444" w14:paraId="00C5C491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A5634A2" w14:textId="77777777" w:rsidR="003C1E58" w:rsidRPr="00F24E81" w:rsidRDefault="003C1E58" w:rsidP="003C1E58">
            <w:pPr>
              <w:rPr>
                <w:b/>
              </w:rPr>
            </w:pPr>
            <w:r w:rsidRPr="00F24E81">
              <w:t>Enter the month and year when the consumer was discharged:</w:t>
            </w:r>
          </w:p>
        </w:tc>
        <w:tc>
          <w:tcPr>
            <w:tcW w:w="5458" w:type="dxa"/>
            <w:shd w:val="clear" w:color="auto" w:fill="auto"/>
          </w:tcPr>
          <w:p w14:paraId="282DD15E" w14:textId="77777777" w:rsidR="003C1E58" w:rsidRPr="00E44D72" w:rsidRDefault="003C1E58" w:rsidP="003C1E58">
            <w:pPr>
              <w:rPr>
                <w:b/>
              </w:rPr>
            </w:pPr>
            <w:r>
              <w:t>&amp;CLTASM13942&amp;</w:t>
            </w:r>
          </w:p>
        </w:tc>
      </w:tr>
      <w:tr w:rsidR="003C1E58" w:rsidRPr="00F74444" w14:paraId="3C091DE7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E1291BE" w14:textId="77777777" w:rsidR="003C1E58" w:rsidRPr="00F24E81" w:rsidRDefault="003C1E58" w:rsidP="003C1E58">
            <w:r w:rsidRPr="00F24E81">
              <w:lastRenderedPageBreak/>
              <w:t>What is the consumer's discharge status?</w:t>
            </w:r>
          </w:p>
        </w:tc>
        <w:tc>
          <w:tcPr>
            <w:tcW w:w="5458" w:type="dxa"/>
            <w:shd w:val="clear" w:color="auto" w:fill="auto"/>
          </w:tcPr>
          <w:p w14:paraId="696E0029" w14:textId="77777777" w:rsidR="003C1E58" w:rsidRPr="00E44D72" w:rsidRDefault="003C1E58" w:rsidP="003C1E58">
            <w:pPr>
              <w:rPr>
                <w:b/>
              </w:rPr>
            </w:pPr>
            <w:r>
              <w:t>&amp;CLTASM13943&amp;</w:t>
            </w:r>
          </w:p>
        </w:tc>
      </w:tr>
      <w:tr w:rsidR="003C1E58" w:rsidRPr="00F74444" w14:paraId="2A5369A0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44CD0E2B" w14:textId="77777777" w:rsidR="003C1E58" w:rsidRPr="00F24E81" w:rsidRDefault="003C1E58" w:rsidP="003C1E58">
            <w:r w:rsidRPr="00F24E81">
              <w:t>Specify the 'Other' discharge status:</w:t>
            </w:r>
          </w:p>
        </w:tc>
        <w:tc>
          <w:tcPr>
            <w:tcW w:w="5458" w:type="dxa"/>
            <w:shd w:val="clear" w:color="auto" w:fill="auto"/>
          </w:tcPr>
          <w:p w14:paraId="09A56D01" w14:textId="77777777" w:rsidR="003C1E58" w:rsidRPr="00E44D72" w:rsidRDefault="003C1E58" w:rsidP="003C1E58">
            <w:pPr>
              <w:rPr>
                <w:b/>
              </w:rPr>
            </w:pPr>
            <w:r>
              <w:t>&amp;CLTASM13944&amp;</w:t>
            </w:r>
          </w:p>
        </w:tc>
      </w:tr>
      <w:tr w:rsidR="003C1E58" w:rsidRPr="00F74444" w14:paraId="12B69222" w14:textId="77777777" w:rsidTr="00E968AC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5D07E3AF" w14:textId="77777777" w:rsidR="003C1E58" w:rsidRPr="00E44D72" w:rsidRDefault="003C1E58" w:rsidP="003C1E58">
            <w:pPr>
              <w:rPr>
                <w:b/>
              </w:rPr>
            </w:pPr>
            <w:r w:rsidRPr="00F24E81">
              <w:rPr>
                <w:b/>
              </w:rPr>
              <w:t>Section K: Services Received</w:t>
            </w:r>
          </w:p>
        </w:tc>
      </w:tr>
      <w:tr w:rsidR="003C1E58" w:rsidRPr="00F74444" w14:paraId="30F3048F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110E8DD" w14:textId="77777777" w:rsidR="003C1E58" w:rsidRPr="00F24E81" w:rsidRDefault="003C1E58" w:rsidP="003C1E58">
            <w:pPr>
              <w:rPr>
                <w:b/>
              </w:rPr>
            </w:pPr>
            <w:r w:rsidRPr="00F24E81">
              <w:t>Enter the month and year of the date the consumer last received services:</w:t>
            </w:r>
          </w:p>
        </w:tc>
        <w:tc>
          <w:tcPr>
            <w:tcW w:w="5458" w:type="dxa"/>
            <w:shd w:val="clear" w:color="auto" w:fill="auto"/>
          </w:tcPr>
          <w:p w14:paraId="00C216D8" w14:textId="77777777" w:rsidR="003C1E58" w:rsidRPr="00E44D72" w:rsidRDefault="003C1E58" w:rsidP="003C1E58">
            <w:pPr>
              <w:rPr>
                <w:b/>
              </w:rPr>
            </w:pPr>
            <w:r>
              <w:t>&amp;CLTASM13946&amp;</w:t>
            </w:r>
          </w:p>
        </w:tc>
      </w:tr>
      <w:tr w:rsidR="003C1E58" w:rsidRPr="00F74444" w14:paraId="5EEA01A5" w14:textId="77777777" w:rsidTr="006127EB">
        <w:trPr>
          <w:cantSplit/>
          <w:trHeight w:val="288"/>
        </w:trPr>
        <w:tc>
          <w:tcPr>
            <w:tcW w:w="10916" w:type="dxa"/>
            <w:gridSpan w:val="2"/>
            <w:shd w:val="clear" w:color="auto" w:fill="auto"/>
          </w:tcPr>
          <w:p w14:paraId="7602A7BD" w14:textId="77777777" w:rsidR="003C1E58" w:rsidRPr="00E44D72" w:rsidRDefault="003C1E58" w:rsidP="003C1E58">
            <w:pPr>
              <w:rPr>
                <w:b/>
              </w:rPr>
            </w:pPr>
            <w:r w:rsidRPr="00F24E81">
              <w:rPr>
                <w:b/>
              </w:rPr>
              <w:t>Identify all of the CORE SERVICES your project provided to the consumer SINCE HIS/HER LAST NOMS INTERVIEW: [This includes CMHS-funded and non-CMHS-funded services]</w:t>
            </w:r>
          </w:p>
        </w:tc>
      </w:tr>
      <w:tr w:rsidR="003C1E58" w:rsidRPr="00F74444" w14:paraId="35EBE01A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24E0276" w14:textId="77777777" w:rsidR="003C1E58" w:rsidRPr="00F24E81" w:rsidRDefault="003C1E58" w:rsidP="003C1E58">
            <w:pPr>
              <w:numPr>
                <w:ilvl w:val="0"/>
                <w:numId w:val="1"/>
              </w:numPr>
              <w:rPr>
                <w:b/>
              </w:rPr>
            </w:pPr>
            <w:r w:rsidRPr="00F24E81">
              <w:t>Screening</w:t>
            </w:r>
          </w:p>
        </w:tc>
        <w:tc>
          <w:tcPr>
            <w:tcW w:w="5458" w:type="dxa"/>
            <w:shd w:val="clear" w:color="auto" w:fill="auto"/>
          </w:tcPr>
          <w:p w14:paraId="15C15BCF" w14:textId="77777777" w:rsidR="003C1E58" w:rsidRPr="00E44D72" w:rsidRDefault="003C1E58" w:rsidP="003C1E58">
            <w:pPr>
              <w:rPr>
                <w:b/>
              </w:rPr>
            </w:pPr>
            <w:r>
              <w:t>&amp;CLTASM13948&amp;</w:t>
            </w:r>
          </w:p>
        </w:tc>
      </w:tr>
      <w:tr w:rsidR="003C1E58" w:rsidRPr="00F74444" w14:paraId="7A8C6C14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5011F5C" w14:textId="77777777" w:rsidR="003C1E58" w:rsidRPr="00F24E81" w:rsidRDefault="003C1E58" w:rsidP="003C1E58">
            <w:pPr>
              <w:numPr>
                <w:ilvl w:val="0"/>
                <w:numId w:val="1"/>
              </w:numPr>
            </w:pPr>
            <w:r w:rsidRPr="00F24E81">
              <w:t>Assessment</w:t>
            </w:r>
          </w:p>
        </w:tc>
        <w:tc>
          <w:tcPr>
            <w:tcW w:w="5458" w:type="dxa"/>
            <w:shd w:val="clear" w:color="auto" w:fill="auto"/>
          </w:tcPr>
          <w:p w14:paraId="071CE511" w14:textId="77777777" w:rsidR="003C1E58" w:rsidRPr="00E44D72" w:rsidRDefault="003C1E58" w:rsidP="003C1E58">
            <w:pPr>
              <w:rPr>
                <w:b/>
              </w:rPr>
            </w:pPr>
            <w:r>
              <w:t>&amp;CLTASM13949&amp;</w:t>
            </w:r>
          </w:p>
        </w:tc>
      </w:tr>
      <w:tr w:rsidR="003C1E58" w:rsidRPr="00F74444" w14:paraId="5766AA70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81B303A" w14:textId="77777777" w:rsidR="003C1E58" w:rsidRPr="00F24E81" w:rsidRDefault="003C1E58" w:rsidP="003C1E58">
            <w:pPr>
              <w:numPr>
                <w:ilvl w:val="0"/>
                <w:numId w:val="1"/>
              </w:numPr>
            </w:pPr>
            <w:r w:rsidRPr="00F24E81">
              <w:t>Treatment Planning or Review</w:t>
            </w:r>
          </w:p>
        </w:tc>
        <w:tc>
          <w:tcPr>
            <w:tcW w:w="5458" w:type="dxa"/>
            <w:shd w:val="clear" w:color="auto" w:fill="auto"/>
          </w:tcPr>
          <w:p w14:paraId="46160FBD" w14:textId="77777777" w:rsidR="003C1E58" w:rsidRPr="00E44D72" w:rsidRDefault="003C1E58" w:rsidP="003C1E58">
            <w:pPr>
              <w:rPr>
                <w:b/>
              </w:rPr>
            </w:pPr>
            <w:r>
              <w:t>&amp;CLTASM13950&amp;</w:t>
            </w:r>
          </w:p>
        </w:tc>
      </w:tr>
      <w:tr w:rsidR="003C1E58" w:rsidRPr="00F74444" w14:paraId="0FD016B5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8A5704B" w14:textId="77777777" w:rsidR="003C1E58" w:rsidRPr="00F24E81" w:rsidRDefault="003C1E58" w:rsidP="003C1E58">
            <w:pPr>
              <w:numPr>
                <w:ilvl w:val="0"/>
                <w:numId w:val="1"/>
              </w:numPr>
            </w:pPr>
            <w:r w:rsidRPr="00F24E81">
              <w:t>Psychopharmacological Services</w:t>
            </w:r>
          </w:p>
        </w:tc>
        <w:tc>
          <w:tcPr>
            <w:tcW w:w="5458" w:type="dxa"/>
            <w:shd w:val="clear" w:color="auto" w:fill="auto"/>
          </w:tcPr>
          <w:p w14:paraId="1DD1AC6A" w14:textId="77777777" w:rsidR="003C1E58" w:rsidRPr="00E44D72" w:rsidRDefault="003C1E58" w:rsidP="003C1E58">
            <w:pPr>
              <w:rPr>
                <w:b/>
              </w:rPr>
            </w:pPr>
            <w:r>
              <w:t>&amp;CLTASM13951&amp;</w:t>
            </w:r>
          </w:p>
        </w:tc>
      </w:tr>
      <w:tr w:rsidR="003C1E58" w:rsidRPr="00F74444" w14:paraId="25C6324C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D03DA12" w14:textId="77777777" w:rsidR="003C1E58" w:rsidRPr="00F24E81" w:rsidRDefault="003C1E58" w:rsidP="003C1E58">
            <w:pPr>
              <w:numPr>
                <w:ilvl w:val="0"/>
                <w:numId w:val="1"/>
              </w:numPr>
            </w:pPr>
            <w:r w:rsidRPr="00F24E81">
              <w:t>Mental Health Services</w:t>
            </w:r>
          </w:p>
        </w:tc>
        <w:tc>
          <w:tcPr>
            <w:tcW w:w="5458" w:type="dxa"/>
            <w:shd w:val="clear" w:color="auto" w:fill="auto"/>
          </w:tcPr>
          <w:p w14:paraId="57D1C6D8" w14:textId="77777777" w:rsidR="003C1E58" w:rsidRPr="00E44D72" w:rsidRDefault="003C1E58" w:rsidP="003C1E58">
            <w:pPr>
              <w:rPr>
                <w:b/>
              </w:rPr>
            </w:pPr>
            <w:r>
              <w:t>&amp;CLTASM13952&amp;</w:t>
            </w:r>
          </w:p>
        </w:tc>
      </w:tr>
      <w:tr w:rsidR="003C1E58" w:rsidRPr="00F74444" w14:paraId="37C8D396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F8461AE" w14:textId="77777777" w:rsidR="003C1E58" w:rsidRPr="00F24E81" w:rsidRDefault="003C1E58" w:rsidP="003C1E58">
            <w:r w:rsidRPr="00F24E81">
              <w:t>Estimate how frequently Mental Health Services were delivered:</w:t>
            </w:r>
          </w:p>
        </w:tc>
        <w:tc>
          <w:tcPr>
            <w:tcW w:w="5458" w:type="dxa"/>
            <w:shd w:val="clear" w:color="auto" w:fill="auto"/>
          </w:tcPr>
          <w:p w14:paraId="54A42268" w14:textId="77777777" w:rsidR="003C1E58" w:rsidRPr="00E44D72" w:rsidRDefault="003C1E58" w:rsidP="003C1E58">
            <w:pPr>
              <w:rPr>
                <w:b/>
              </w:rPr>
            </w:pPr>
            <w:r>
              <w:t>&amp;CLTASM13953&amp;</w:t>
            </w:r>
          </w:p>
        </w:tc>
      </w:tr>
      <w:tr w:rsidR="003C1E58" w:rsidRPr="00F74444" w14:paraId="23500EAD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E69F93C" w14:textId="77777777" w:rsidR="003C1E58" w:rsidRPr="00F24E81" w:rsidRDefault="003C1E58" w:rsidP="003C1E58">
            <w:r w:rsidRPr="00F24E81">
              <w:t>How many times Mental Health Services were delivered within that frequency? [Per day/week/month/year]</w:t>
            </w:r>
          </w:p>
        </w:tc>
        <w:tc>
          <w:tcPr>
            <w:tcW w:w="5458" w:type="dxa"/>
            <w:shd w:val="clear" w:color="auto" w:fill="auto"/>
          </w:tcPr>
          <w:p w14:paraId="328B412C" w14:textId="77777777" w:rsidR="003C1E58" w:rsidRPr="00E44D72" w:rsidRDefault="003C1E58" w:rsidP="003C1E58">
            <w:pPr>
              <w:rPr>
                <w:b/>
              </w:rPr>
            </w:pPr>
            <w:r>
              <w:t>&amp;CLTASM13954&amp;</w:t>
            </w:r>
          </w:p>
        </w:tc>
      </w:tr>
      <w:tr w:rsidR="003C1E58" w:rsidRPr="00F74444" w14:paraId="27A2BD51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14FC695" w14:textId="77777777" w:rsidR="003C1E58" w:rsidRPr="00F24E81" w:rsidRDefault="003C1E58" w:rsidP="003C1E58">
            <w:pPr>
              <w:numPr>
                <w:ilvl w:val="0"/>
                <w:numId w:val="1"/>
              </w:numPr>
            </w:pPr>
            <w:r w:rsidRPr="00F24E81">
              <w:t>Co-occurring Services</w:t>
            </w:r>
          </w:p>
        </w:tc>
        <w:tc>
          <w:tcPr>
            <w:tcW w:w="5458" w:type="dxa"/>
            <w:shd w:val="clear" w:color="auto" w:fill="auto"/>
          </w:tcPr>
          <w:p w14:paraId="7C8223C2" w14:textId="77777777" w:rsidR="003C1E58" w:rsidRPr="00E44D72" w:rsidRDefault="003C1E58" w:rsidP="003C1E58">
            <w:pPr>
              <w:rPr>
                <w:b/>
              </w:rPr>
            </w:pPr>
            <w:r>
              <w:t>&amp;CLTASM13955&amp;</w:t>
            </w:r>
          </w:p>
        </w:tc>
      </w:tr>
      <w:tr w:rsidR="003C1E58" w:rsidRPr="00F74444" w14:paraId="68B23E52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9459F60" w14:textId="77777777" w:rsidR="003C1E58" w:rsidRPr="00F24E81" w:rsidRDefault="003C1E58" w:rsidP="003C1E58">
            <w:pPr>
              <w:numPr>
                <w:ilvl w:val="0"/>
                <w:numId w:val="1"/>
              </w:numPr>
            </w:pPr>
            <w:r w:rsidRPr="00F24E81">
              <w:t>Case Management</w:t>
            </w:r>
          </w:p>
        </w:tc>
        <w:tc>
          <w:tcPr>
            <w:tcW w:w="5458" w:type="dxa"/>
            <w:shd w:val="clear" w:color="auto" w:fill="auto"/>
          </w:tcPr>
          <w:p w14:paraId="6EFFDC45" w14:textId="77777777" w:rsidR="003C1E58" w:rsidRPr="00E44D72" w:rsidRDefault="003C1E58" w:rsidP="003C1E58">
            <w:pPr>
              <w:rPr>
                <w:b/>
              </w:rPr>
            </w:pPr>
            <w:r>
              <w:t>&amp;CLTASM13956&amp;</w:t>
            </w:r>
          </w:p>
        </w:tc>
      </w:tr>
      <w:tr w:rsidR="003C1E58" w:rsidRPr="00F74444" w14:paraId="68AF3074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90DC85A" w14:textId="77777777" w:rsidR="003C1E58" w:rsidRPr="00F24E81" w:rsidRDefault="003C1E58" w:rsidP="003C1E58">
            <w:pPr>
              <w:numPr>
                <w:ilvl w:val="0"/>
                <w:numId w:val="1"/>
              </w:numPr>
            </w:pPr>
            <w:r w:rsidRPr="00F24E81">
              <w:t>Trauma-specific Services</w:t>
            </w:r>
          </w:p>
        </w:tc>
        <w:tc>
          <w:tcPr>
            <w:tcW w:w="5458" w:type="dxa"/>
            <w:shd w:val="clear" w:color="auto" w:fill="auto"/>
          </w:tcPr>
          <w:p w14:paraId="40CBE223" w14:textId="77777777" w:rsidR="003C1E58" w:rsidRPr="00E44D72" w:rsidRDefault="003C1E58" w:rsidP="003C1E58">
            <w:pPr>
              <w:rPr>
                <w:b/>
              </w:rPr>
            </w:pPr>
            <w:r>
              <w:t>&amp;CLTASM13957&amp;</w:t>
            </w:r>
          </w:p>
        </w:tc>
      </w:tr>
      <w:tr w:rsidR="003C1E58" w:rsidRPr="00F74444" w14:paraId="37C962B2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3E2C6E2" w14:textId="77777777" w:rsidR="003C1E58" w:rsidRPr="00F24E81" w:rsidRDefault="003C1E58" w:rsidP="003C1E58">
            <w:r w:rsidRPr="00F24E81">
              <w:t>Was the consumer referred to another provider for any of the above CORE SERVICES?</w:t>
            </w:r>
          </w:p>
        </w:tc>
        <w:tc>
          <w:tcPr>
            <w:tcW w:w="5458" w:type="dxa"/>
            <w:shd w:val="clear" w:color="auto" w:fill="auto"/>
          </w:tcPr>
          <w:p w14:paraId="4DF47F6D" w14:textId="77777777" w:rsidR="003C1E58" w:rsidRPr="00E44D72" w:rsidRDefault="003C1E58" w:rsidP="003C1E58">
            <w:pPr>
              <w:rPr>
                <w:b/>
              </w:rPr>
            </w:pPr>
            <w:r>
              <w:t>&amp;CLTASM13958&amp;</w:t>
            </w:r>
          </w:p>
        </w:tc>
      </w:tr>
      <w:tr w:rsidR="003C1E58" w:rsidRPr="00F74444" w14:paraId="7002B915" w14:textId="77777777" w:rsidTr="006127EB">
        <w:trPr>
          <w:cantSplit/>
          <w:trHeight w:val="288"/>
        </w:trPr>
        <w:tc>
          <w:tcPr>
            <w:tcW w:w="10916" w:type="dxa"/>
            <w:gridSpan w:val="2"/>
            <w:shd w:val="clear" w:color="auto" w:fill="auto"/>
          </w:tcPr>
          <w:p w14:paraId="43DC284C" w14:textId="77777777" w:rsidR="003C1E58" w:rsidRPr="00E44D72" w:rsidRDefault="003C1E58" w:rsidP="003C1E58">
            <w:pPr>
              <w:rPr>
                <w:b/>
              </w:rPr>
            </w:pPr>
            <w:r w:rsidRPr="00F24E81">
              <w:rPr>
                <w:b/>
              </w:rPr>
              <w:t>Identify all of the SUPPORT SERVICES your project provided to the consumer SINCE HIS/HER LAST NOMS INTERVIEW: [This includes CMHS-funded and non-CMHS-funded services]</w:t>
            </w:r>
          </w:p>
        </w:tc>
      </w:tr>
      <w:tr w:rsidR="003C1E58" w:rsidRPr="00F74444" w14:paraId="32191D43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38353CA" w14:textId="77777777" w:rsidR="003C1E58" w:rsidRPr="00F24E81" w:rsidRDefault="003C1E58" w:rsidP="003C1E58">
            <w:pPr>
              <w:numPr>
                <w:ilvl w:val="0"/>
                <w:numId w:val="1"/>
              </w:numPr>
              <w:rPr>
                <w:b/>
              </w:rPr>
            </w:pPr>
            <w:r w:rsidRPr="00F24E81">
              <w:t>Medical Care</w:t>
            </w:r>
          </w:p>
        </w:tc>
        <w:tc>
          <w:tcPr>
            <w:tcW w:w="5458" w:type="dxa"/>
            <w:shd w:val="clear" w:color="auto" w:fill="auto"/>
          </w:tcPr>
          <w:p w14:paraId="50323B48" w14:textId="77777777" w:rsidR="003C1E58" w:rsidRPr="00E44D72" w:rsidRDefault="003C1E58" w:rsidP="003C1E58">
            <w:pPr>
              <w:rPr>
                <w:b/>
              </w:rPr>
            </w:pPr>
            <w:r>
              <w:t>&amp;CLTASM13960&amp;</w:t>
            </w:r>
          </w:p>
        </w:tc>
      </w:tr>
      <w:tr w:rsidR="003C1E58" w:rsidRPr="00F74444" w14:paraId="4785BE5C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8846098" w14:textId="77777777" w:rsidR="003C1E58" w:rsidRPr="00F24E81" w:rsidRDefault="003C1E58" w:rsidP="003C1E58">
            <w:pPr>
              <w:numPr>
                <w:ilvl w:val="0"/>
                <w:numId w:val="1"/>
              </w:numPr>
            </w:pPr>
            <w:r w:rsidRPr="00F24E81">
              <w:t>Employment Services</w:t>
            </w:r>
          </w:p>
        </w:tc>
        <w:tc>
          <w:tcPr>
            <w:tcW w:w="5458" w:type="dxa"/>
            <w:shd w:val="clear" w:color="auto" w:fill="auto"/>
          </w:tcPr>
          <w:p w14:paraId="597A651C" w14:textId="77777777" w:rsidR="003C1E58" w:rsidRPr="00E44D72" w:rsidRDefault="003C1E58" w:rsidP="003C1E58">
            <w:pPr>
              <w:rPr>
                <w:b/>
              </w:rPr>
            </w:pPr>
            <w:r>
              <w:t>&amp;CLTASM13961&amp;</w:t>
            </w:r>
          </w:p>
        </w:tc>
      </w:tr>
      <w:tr w:rsidR="003C1E58" w:rsidRPr="00F74444" w14:paraId="604AE862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0E4AB6E" w14:textId="77777777" w:rsidR="003C1E58" w:rsidRPr="00F24E81" w:rsidRDefault="003C1E58" w:rsidP="003C1E58">
            <w:pPr>
              <w:numPr>
                <w:ilvl w:val="0"/>
                <w:numId w:val="1"/>
              </w:numPr>
            </w:pPr>
            <w:r w:rsidRPr="00F24E81">
              <w:t>Family Services</w:t>
            </w:r>
          </w:p>
        </w:tc>
        <w:tc>
          <w:tcPr>
            <w:tcW w:w="5458" w:type="dxa"/>
            <w:shd w:val="clear" w:color="auto" w:fill="auto"/>
          </w:tcPr>
          <w:p w14:paraId="0F919D44" w14:textId="77777777" w:rsidR="003C1E58" w:rsidRPr="00E44D72" w:rsidRDefault="003C1E58" w:rsidP="003C1E58">
            <w:pPr>
              <w:rPr>
                <w:b/>
              </w:rPr>
            </w:pPr>
            <w:r>
              <w:t>&amp;CLTASM13962&amp;</w:t>
            </w:r>
          </w:p>
        </w:tc>
      </w:tr>
      <w:tr w:rsidR="003C1E58" w:rsidRPr="00F74444" w14:paraId="12C5C086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4C1D7A9" w14:textId="77777777" w:rsidR="003C1E58" w:rsidRPr="00F24E81" w:rsidRDefault="003C1E58" w:rsidP="003C1E58">
            <w:pPr>
              <w:numPr>
                <w:ilvl w:val="0"/>
                <w:numId w:val="1"/>
              </w:numPr>
            </w:pPr>
            <w:r w:rsidRPr="00F24E81">
              <w:t>Child Care</w:t>
            </w:r>
          </w:p>
        </w:tc>
        <w:tc>
          <w:tcPr>
            <w:tcW w:w="5458" w:type="dxa"/>
            <w:shd w:val="clear" w:color="auto" w:fill="auto"/>
          </w:tcPr>
          <w:p w14:paraId="0B7B42FE" w14:textId="77777777" w:rsidR="003C1E58" w:rsidRDefault="003C1E58" w:rsidP="003C1E58">
            <w:r>
              <w:t>&amp;CLTASM13963&amp;</w:t>
            </w:r>
          </w:p>
        </w:tc>
      </w:tr>
      <w:tr w:rsidR="003C1E58" w:rsidRPr="00F74444" w14:paraId="0F8F87DB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47779BA3" w14:textId="77777777" w:rsidR="003C1E58" w:rsidRPr="00F24E81" w:rsidRDefault="003C1E58" w:rsidP="003C1E58">
            <w:pPr>
              <w:numPr>
                <w:ilvl w:val="0"/>
                <w:numId w:val="1"/>
              </w:numPr>
            </w:pPr>
            <w:r w:rsidRPr="00F24E81">
              <w:t>Transportation</w:t>
            </w:r>
          </w:p>
        </w:tc>
        <w:tc>
          <w:tcPr>
            <w:tcW w:w="5458" w:type="dxa"/>
            <w:shd w:val="clear" w:color="auto" w:fill="auto"/>
          </w:tcPr>
          <w:p w14:paraId="529A9694" w14:textId="77777777" w:rsidR="003C1E58" w:rsidRPr="00E44D72" w:rsidRDefault="003C1E58" w:rsidP="003C1E58">
            <w:pPr>
              <w:rPr>
                <w:b/>
              </w:rPr>
            </w:pPr>
            <w:r>
              <w:t>&amp;CLTASM13964&amp;</w:t>
            </w:r>
          </w:p>
        </w:tc>
      </w:tr>
      <w:tr w:rsidR="003C1E58" w:rsidRPr="00F74444" w14:paraId="0A0E55B7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05B991B" w14:textId="77777777" w:rsidR="003C1E58" w:rsidRPr="00F24E81" w:rsidRDefault="003C1E58" w:rsidP="003C1E58">
            <w:pPr>
              <w:numPr>
                <w:ilvl w:val="0"/>
                <w:numId w:val="1"/>
              </w:numPr>
            </w:pPr>
            <w:r w:rsidRPr="00F24E81">
              <w:t>Education Services</w:t>
            </w:r>
          </w:p>
        </w:tc>
        <w:tc>
          <w:tcPr>
            <w:tcW w:w="5458" w:type="dxa"/>
            <w:shd w:val="clear" w:color="auto" w:fill="auto"/>
          </w:tcPr>
          <w:p w14:paraId="250D4B4B" w14:textId="77777777" w:rsidR="003C1E58" w:rsidRPr="00E44D72" w:rsidRDefault="003C1E58" w:rsidP="003C1E58">
            <w:pPr>
              <w:rPr>
                <w:b/>
              </w:rPr>
            </w:pPr>
            <w:r>
              <w:t>&amp;CLTASM13965&amp;</w:t>
            </w:r>
          </w:p>
        </w:tc>
      </w:tr>
      <w:tr w:rsidR="003C1E58" w:rsidRPr="00F74444" w14:paraId="275A8905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2FAFC4F" w14:textId="77777777" w:rsidR="003C1E58" w:rsidRPr="00F24E81" w:rsidRDefault="003C1E58" w:rsidP="003C1E58">
            <w:pPr>
              <w:numPr>
                <w:ilvl w:val="0"/>
                <w:numId w:val="1"/>
              </w:numPr>
            </w:pPr>
            <w:r w:rsidRPr="00F24E81">
              <w:t>Housing Support</w:t>
            </w:r>
          </w:p>
        </w:tc>
        <w:tc>
          <w:tcPr>
            <w:tcW w:w="5458" w:type="dxa"/>
            <w:shd w:val="clear" w:color="auto" w:fill="auto"/>
          </w:tcPr>
          <w:p w14:paraId="51AE50B1" w14:textId="77777777" w:rsidR="003C1E58" w:rsidRPr="00E44D72" w:rsidRDefault="003C1E58" w:rsidP="003C1E58">
            <w:pPr>
              <w:rPr>
                <w:b/>
              </w:rPr>
            </w:pPr>
            <w:r>
              <w:t>&amp;CLTASM13966&amp;</w:t>
            </w:r>
          </w:p>
        </w:tc>
      </w:tr>
      <w:tr w:rsidR="003C1E58" w:rsidRPr="00F74444" w14:paraId="27318FA0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7473BD0" w14:textId="77777777" w:rsidR="003C1E58" w:rsidRPr="00F24E81" w:rsidRDefault="003C1E58" w:rsidP="003C1E58">
            <w:pPr>
              <w:numPr>
                <w:ilvl w:val="0"/>
                <w:numId w:val="1"/>
              </w:numPr>
            </w:pPr>
            <w:r w:rsidRPr="00F24E81">
              <w:t>Social Recreational Activities</w:t>
            </w:r>
          </w:p>
        </w:tc>
        <w:tc>
          <w:tcPr>
            <w:tcW w:w="5458" w:type="dxa"/>
            <w:shd w:val="clear" w:color="auto" w:fill="auto"/>
          </w:tcPr>
          <w:p w14:paraId="62CE80D6" w14:textId="77777777" w:rsidR="003C1E58" w:rsidRPr="00E44D72" w:rsidRDefault="003C1E58" w:rsidP="003C1E58">
            <w:pPr>
              <w:rPr>
                <w:b/>
              </w:rPr>
            </w:pPr>
            <w:r>
              <w:t>&amp;CLTASM13967&amp;</w:t>
            </w:r>
          </w:p>
        </w:tc>
      </w:tr>
      <w:tr w:rsidR="003C1E58" w:rsidRPr="00F74444" w14:paraId="10626F0B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35FA699" w14:textId="77777777" w:rsidR="003C1E58" w:rsidRPr="00F24E81" w:rsidRDefault="003C1E58" w:rsidP="003C1E58">
            <w:pPr>
              <w:numPr>
                <w:ilvl w:val="0"/>
                <w:numId w:val="1"/>
              </w:numPr>
            </w:pPr>
            <w:r w:rsidRPr="00F24E81">
              <w:t>Consumer-operated Services</w:t>
            </w:r>
          </w:p>
        </w:tc>
        <w:tc>
          <w:tcPr>
            <w:tcW w:w="5458" w:type="dxa"/>
            <w:shd w:val="clear" w:color="auto" w:fill="auto"/>
          </w:tcPr>
          <w:p w14:paraId="7786FB45" w14:textId="77777777" w:rsidR="003C1E58" w:rsidRPr="00E44D72" w:rsidRDefault="003C1E58" w:rsidP="003C1E58">
            <w:pPr>
              <w:rPr>
                <w:b/>
              </w:rPr>
            </w:pPr>
            <w:r>
              <w:t>&amp;CLTASM13968&amp;</w:t>
            </w:r>
          </w:p>
        </w:tc>
      </w:tr>
      <w:tr w:rsidR="003C1E58" w:rsidRPr="00F74444" w14:paraId="77BC0DFA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B4ABEE8" w14:textId="77777777" w:rsidR="003C1E58" w:rsidRPr="00F24E81" w:rsidRDefault="003C1E58" w:rsidP="003C1E58">
            <w:pPr>
              <w:numPr>
                <w:ilvl w:val="0"/>
                <w:numId w:val="1"/>
              </w:numPr>
            </w:pPr>
            <w:r w:rsidRPr="00F24E81">
              <w:t>HIV Testing</w:t>
            </w:r>
          </w:p>
        </w:tc>
        <w:tc>
          <w:tcPr>
            <w:tcW w:w="5458" w:type="dxa"/>
            <w:shd w:val="clear" w:color="auto" w:fill="auto"/>
          </w:tcPr>
          <w:p w14:paraId="6D8A8FD0" w14:textId="77777777" w:rsidR="003C1E58" w:rsidRPr="00E44D72" w:rsidRDefault="003C1E58" w:rsidP="003C1E58">
            <w:pPr>
              <w:rPr>
                <w:b/>
              </w:rPr>
            </w:pPr>
            <w:r>
              <w:t>&amp;CLTASM13969&amp;</w:t>
            </w:r>
          </w:p>
        </w:tc>
      </w:tr>
      <w:tr w:rsidR="003C1E58" w:rsidRPr="00F74444" w14:paraId="3BF211C5" w14:textId="77777777" w:rsidTr="00066455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47133EC" w14:textId="77777777" w:rsidR="003C1E58" w:rsidRPr="00F24E81" w:rsidRDefault="003C1E58" w:rsidP="003C1E58">
            <w:r w:rsidRPr="00F24E81">
              <w:t>Was the consumer referred to another provider for any of the above SUPPORT SERVICES?</w:t>
            </w:r>
          </w:p>
        </w:tc>
        <w:tc>
          <w:tcPr>
            <w:tcW w:w="5458" w:type="dxa"/>
            <w:shd w:val="clear" w:color="auto" w:fill="auto"/>
          </w:tcPr>
          <w:p w14:paraId="05E1A135" w14:textId="77777777" w:rsidR="003C1E58" w:rsidRPr="00E44D72" w:rsidRDefault="003C1E58" w:rsidP="003C1E58">
            <w:pPr>
              <w:rPr>
                <w:b/>
              </w:rPr>
            </w:pPr>
            <w:r>
              <w:t>&amp;CLTASM13970&amp;</w:t>
            </w:r>
          </w:p>
        </w:tc>
      </w:tr>
      <w:tr w:rsidR="003C1E58" w:rsidRPr="00F74444" w14:paraId="3AC6FCFD" w14:textId="77777777" w:rsidTr="009D7CF9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50A09027" w14:textId="77777777" w:rsidR="003C1E58" w:rsidRPr="00F74444" w:rsidRDefault="003C1E58" w:rsidP="003C1E58">
            <w:r w:rsidRPr="00E44D72">
              <w:rPr>
                <w:b/>
                <w:sz w:val="20"/>
              </w:rPr>
              <w:t>Provider’s Signature</w:t>
            </w:r>
          </w:p>
        </w:tc>
      </w:tr>
      <w:tr w:rsidR="003C1E58" w:rsidRPr="00F74444" w14:paraId="15A0E3C6" w14:textId="77777777" w:rsidTr="009D7CF9">
        <w:trPr>
          <w:cantSplit/>
          <w:trHeight w:val="288"/>
        </w:trPr>
        <w:tc>
          <w:tcPr>
            <w:tcW w:w="10916" w:type="dxa"/>
            <w:gridSpan w:val="2"/>
            <w:shd w:val="clear" w:color="auto" w:fill="auto"/>
          </w:tcPr>
          <w:p w14:paraId="7EE4410F" w14:textId="77777777" w:rsidR="003C1E58" w:rsidRPr="00E44D72" w:rsidRDefault="003C1E58" w:rsidP="003C1E58">
            <w:pPr>
              <w:jc w:val="center"/>
              <w:rPr>
                <w:b/>
              </w:rPr>
            </w:pPr>
            <w:r>
              <w:t>&amp;stfconsentx&amp;</w:t>
            </w:r>
          </w:p>
        </w:tc>
      </w:tr>
    </w:tbl>
    <w:p w14:paraId="584ED834" w14:textId="77777777" w:rsidR="00FF353B" w:rsidRPr="007A0A25" w:rsidRDefault="00FF353B" w:rsidP="007A0A25"/>
    <w:sectPr w:rsidR="00FF353B" w:rsidRPr="007A0A25" w:rsidSect="00806386">
      <w:headerReference w:type="default" r:id="rId8"/>
      <w:footerReference w:type="default" r:id="rId9"/>
      <w:type w:val="continuous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3190A" w14:textId="77777777" w:rsidR="00FD419C" w:rsidRDefault="00FD419C">
      <w:r>
        <w:separator/>
      </w:r>
    </w:p>
  </w:endnote>
  <w:endnote w:type="continuationSeparator" w:id="0">
    <w:p w14:paraId="520A122A" w14:textId="77777777" w:rsidR="00FD419C" w:rsidRDefault="00FD4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QWONS Y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6127EB" w:rsidRPr="00777456" w14:paraId="1F8EA3DC" w14:textId="77777777" w:rsidTr="00777456">
      <w:trPr>
        <w:jc w:val="center"/>
      </w:trPr>
      <w:tc>
        <w:tcPr>
          <w:tcW w:w="3858" w:type="dxa"/>
          <w:vAlign w:val="center"/>
        </w:tcPr>
        <w:p w14:paraId="0CB4DE97" w14:textId="77777777" w:rsidR="006127EB" w:rsidRPr="00777456" w:rsidRDefault="006127EB" w:rsidP="00A56302">
          <w:pPr>
            <w:pStyle w:val="Footer"/>
          </w:pPr>
          <w:r>
            <w:rPr>
              <w:rFonts w:cs="Arial"/>
            </w:rPr>
            <w:t>CCBHCCST</w:t>
          </w:r>
          <w:r w:rsidRPr="00777456">
            <w:rPr>
              <w:rFonts w:cs="Arial"/>
            </w:rPr>
            <w:t xml:space="preserve"> </w:t>
          </w:r>
          <w:r>
            <w:rPr>
              <w:rFonts w:cs="Arial"/>
            </w:rPr>
            <w:t>7/2020</w:t>
          </w:r>
        </w:p>
      </w:tc>
      <w:tc>
        <w:tcPr>
          <w:tcW w:w="3859" w:type="dxa"/>
          <w:vAlign w:val="center"/>
        </w:tcPr>
        <w:p w14:paraId="11CC0E0A" w14:textId="77777777" w:rsidR="006127EB" w:rsidRPr="00777456" w:rsidRDefault="006127EB" w:rsidP="00B761B3">
          <w:pPr>
            <w:pStyle w:val="Footer"/>
            <w:jc w:val="center"/>
          </w:pPr>
          <w:r>
            <w:t>&amp;controlcode&amp;</w:t>
          </w:r>
        </w:p>
      </w:tc>
      <w:tc>
        <w:tcPr>
          <w:tcW w:w="3859" w:type="dxa"/>
          <w:vAlign w:val="center"/>
        </w:tcPr>
        <w:p w14:paraId="5C435E89" w14:textId="77777777" w:rsidR="006127EB" w:rsidRPr="00777456" w:rsidRDefault="006127EB" w:rsidP="00777456">
          <w:pPr>
            <w:pStyle w:val="Footer"/>
            <w:jc w:val="right"/>
          </w:pPr>
          <w:r w:rsidRPr="00777456">
            <w:rPr>
              <w:rFonts w:cs="Arial"/>
              <w:bCs/>
            </w:rPr>
            <w:t>Page</w:t>
          </w:r>
          <w:r w:rsidRPr="00777456">
            <w:rPr>
              <w:rFonts w:cs="Arial"/>
              <w:b/>
              <w:bCs/>
            </w:rPr>
            <w:t xml:space="preserve"> </w:t>
          </w:r>
          <w:r w:rsidRPr="00777456">
            <w:rPr>
              <w:rStyle w:val="PageNumber"/>
              <w:rFonts w:cs="Arial"/>
            </w:rPr>
            <w:fldChar w:fldCharType="begin"/>
          </w:r>
          <w:r w:rsidRPr="00777456">
            <w:rPr>
              <w:rStyle w:val="PageNumber"/>
              <w:rFonts w:cs="Arial"/>
            </w:rPr>
            <w:instrText xml:space="preserve"> PAGE </w:instrText>
          </w:r>
          <w:r w:rsidRPr="00777456">
            <w:rPr>
              <w:rStyle w:val="PageNumber"/>
              <w:rFonts w:cs="Arial"/>
            </w:rPr>
            <w:fldChar w:fldCharType="separate"/>
          </w:r>
          <w:r w:rsidR="0038145F">
            <w:rPr>
              <w:rStyle w:val="PageNumber"/>
              <w:rFonts w:cs="Arial"/>
              <w:noProof/>
            </w:rPr>
            <w:t>2</w:t>
          </w:r>
          <w:r w:rsidRPr="00777456">
            <w:rPr>
              <w:rStyle w:val="PageNumber"/>
              <w:rFonts w:cs="Arial"/>
            </w:rPr>
            <w:fldChar w:fldCharType="end"/>
          </w:r>
          <w:r w:rsidRPr="00777456">
            <w:rPr>
              <w:rStyle w:val="PageNumber"/>
              <w:rFonts w:cs="Arial"/>
            </w:rPr>
            <w:t xml:space="preserve"> of </w:t>
          </w:r>
          <w:r w:rsidRPr="00777456">
            <w:rPr>
              <w:rStyle w:val="PageNumber"/>
              <w:rFonts w:cs="Arial"/>
            </w:rPr>
            <w:fldChar w:fldCharType="begin"/>
          </w:r>
          <w:r w:rsidRPr="00777456">
            <w:rPr>
              <w:rStyle w:val="PageNumber"/>
              <w:rFonts w:cs="Arial"/>
            </w:rPr>
            <w:instrText xml:space="preserve"> NUMPAGES </w:instrText>
          </w:r>
          <w:r w:rsidRPr="00777456">
            <w:rPr>
              <w:rStyle w:val="PageNumber"/>
              <w:rFonts w:cs="Arial"/>
            </w:rPr>
            <w:fldChar w:fldCharType="separate"/>
          </w:r>
          <w:r w:rsidR="0038145F">
            <w:rPr>
              <w:rStyle w:val="PageNumber"/>
              <w:rFonts w:cs="Arial"/>
              <w:noProof/>
            </w:rPr>
            <w:t>4</w:t>
          </w:r>
          <w:r w:rsidRPr="00777456">
            <w:rPr>
              <w:rStyle w:val="PageNumber"/>
              <w:rFonts w:cs="Arial"/>
            </w:rPr>
            <w:fldChar w:fldCharType="end"/>
          </w:r>
        </w:p>
      </w:tc>
    </w:tr>
  </w:tbl>
  <w:p w14:paraId="3E30EC97" w14:textId="77777777" w:rsidR="006127EB" w:rsidRPr="00A14250" w:rsidRDefault="006127EB" w:rsidP="00A14250">
    <w:pPr>
      <w:pStyle w:val="Foo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92259" w14:textId="77777777" w:rsidR="00FD419C" w:rsidRDefault="00FD419C">
      <w:r>
        <w:separator/>
      </w:r>
    </w:p>
  </w:footnote>
  <w:footnote w:type="continuationSeparator" w:id="0">
    <w:p w14:paraId="0E183080" w14:textId="77777777" w:rsidR="00FD419C" w:rsidRDefault="00FD4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5400"/>
      <w:gridCol w:w="5400"/>
    </w:tblGrid>
    <w:tr w:rsidR="006127EB" w:rsidRPr="00777456" w14:paraId="6F197F5D" w14:textId="77777777" w:rsidTr="00777456">
      <w:trPr>
        <w:trHeight w:val="432"/>
        <w:jc w:val="center"/>
      </w:trPr>
      <w:tc>
        <w:tcPr>
          <w:tcW w:w="5788" w:type="dxa"/>
          <w:vAlign w:val="center"/>
        </w:tcPr>
        <w:p w14:paraId="13445AC3" w14:textId="77777777" w:rsidR="006127EB" w:rsidRPr="00777456" w:rsidRDefault="006127EB" w:rsidP="00B761B3">
          <w:pPr>
            <w:pStyle w:val="Header"/>
            <w:rPr>
              <w:sz w:val="32"/>
              <w:szCs w:val="32"/>
            </w:rPr>
          </w:pPr>
          <w:r>
            <w:rPr>
              <w:sz w:val="32"/>
              <w:szCs w:val="32"/>
            </w:rPr>
            <w:t>Hamilton Center</w:t>
          </w:r>
        </w:p>
      </w:tc>
      <w:tc>
        <w:tcPr>
          <w:tcW w:w="5788" w:type="dxa"/>
          <w:vAlign w:val="center"/>
        </w:tcPr>
        <w:p w14:paraId="405A9BD8" w14:textId="77777777" w:rsidR="006127EB" w:rsidRPr="00777456" w:rsidRDefault="006127EB" w:rsidP="00A56302">
          <w:pPr>
            <w:pStyle w:val="Header"/>
            <w:jc w:val="right"/>
            <w:rPr>
              <w:sz w:val="32"/>
              <w:szCs w:val="32"/>
            </w:rPr>
          </w:pPr>
          <w:r>
            <w:rPr>
              <w:sz w:val="32"/>
              <w:szCs w:val="32"/>
            </w:rPr>
            <w:t xml:space="preserve"> CCBHC Child Service Tool</w:t>
          </w:r>
        </w:p>
      </w:tc>
    </w:tr>
    <w:tr w:rsidR="006127EB" w:rsidRPr="00777456" w14:paraId="4FE662A6" w14:textId="77777777" w:rsidTr="00777456">
      <w:trPr>
        <w:trHeight w:val="144"/>
        <w:jc w:val="center"/>
      </w:trPr>
      <w:tc>
        <w:tcPr>
          <w:tcW w:w="5788" w:type="dxa"/>
          <w:vAlign w:val="center"/>
        </w:tcPr>
        <w:p w14:paraId="40380114" w14:textId="77777777" w:rsidR="006127EB" w:rsidRPr="00777456" w:rsidRDefault="006127EB" w:rsidP="00BE2628">
          <w:pPr>
            <w:pStyle w:val="Header"/>
            <w:rPr>
              <w:sz w:val="28"/>
              <w:szCs w:val="28"/>
            </w:rPr>
          </w:pPr>
          <w:r w:rsidRPr="00777456">
            <w:t>Name:  &amp;cltfst&amp; &amp;cltlst&amp;</w:t>
          </w:r>
        </w:p>
      </w:tc>
      <w:tc>
        <w:tcPr>
          <w:tcW w:w="5788" w:type="dxa"/>
          <w:vAlign w:val="center"/>
        </w:tcPr>
        <w:p w14:paraId="3F8E447E" w14:textId="77777777" w:rsidR="006127EB" w:rsidRPr="00777456" w:rsidRDefault="006127EB" w:rsidP="00777456">
          <w:pPr>
            <w:pStyle w:val="Header"/>
            <w:jc w:val="right"/>
            <w:rPr>
              <w:sz w:val="28"/>
              <w:szCs w:val="28"/>
            </w:rPr>
          </w:pPr>
          <w:r>
            <w:t>Consumer ID</w:t>
          </w:r>
          <w:r w:rsidRPr="00777456">
            <w:t>:  &amp;cltcas&amp;</w:t>
          </w:r>
        </w:p>
      </w:tc>
    </w:tr>
  </w:tbl>
  <w:p w14:paraId="54636214" w14:textId="77777777" w:rsidR="006127EB" w:rsidRPr="00BE2628" w:rsidRDefault="006127EB">
    <w:pPr>
      <w:pStyle w:val="Header"/>
    </w:pPr>
    <w:r w:rsidRPr="00991B89">
      <w:t xml:space="preserve">                                                                                                                                                       </w:t>
    </w:r>
    <w:r>
      <w:t xml:space="preserve">                                              </w:t>
    </w:r>
    <w:r w:rsidRPr="00991B89"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15FBE"/>
    <w:multiLevelType w:val="hybridMultilevel"/>
    <w:tmpl w:val="E654B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6A278A"/>
    <w:multiLevelType w:val="hybridMultilevel"/>
    <w:tmpl w:val="1D5A5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922860">
    <w:abstractNumId w:val="0"/>
  </w:num>
  <w:num w:numId="2" w16cid:durableId="727918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419C"/>
    <w:rsid w:val="00011A51"/>
    <w:rsid w:val="00035DE8"/>
    <w:rsid w:val="000360A6"/>
    <w:rsid w:val="00040A25"/>
    <w:rsid w:val="00045900"/>
    <w:rsid w:val="000479F3"/>
    <w:rsid w:val="000539DA"/>
    <w:rsid w:val="00066455"/>
    <w:rsid w:val="0007425C"/>
    <w:rsid w:val="00076070"/>
    <w:rsid w:val="00077844"/>
    <w:rsid w:val="00081B1A"/>
    <w:rsid w:val="000849E6"/>
    <w:rsid w:val="00090232"/>
    <w:rsid w:val="000A2E96"/>
    <w:rsid w:val="000A4BB3"/>
    <w:rsid w:val="000B5630"/>
    <w:rsid w:val="000B58DD"/>
    <w:rsid w:val="000C2830"/>
    <w:rsid w:val="000C3324"/>
    <w:rsid w:val="000C382E"/>
    <w:rsid w:val="000C6D8B"/>
    <w:rsid w:val="000E11E8"/>
    <w:rsid w:val="000E58A3"/>
    <w:rsid w:val="000E7423"/>
    <w:rsid w:val="00101A28"/>
    <w:rsid w:val="0012296B"/>
    <w:rsid w:val="00127654"/>
    <w:rsid w:val="001460E6"/>
    <w:rsid w:val="00146FF5"/>
    <w:rsid w:val="0015417E"/>
    <w:rsid w:val="0015700A"/>
    <w:rsid w:val="00161EFB"/>
    <w:rsid w:val="00174F06"/>
    <w:rsid w:val="00190BE7"/>
    <w:rsid w:val="001C67EF"/>
    <w:rsid w:val="001C7C04"/>
    <w:rsid w:val="001D6B1F"/>
    <w:rsid w:val="001E526E"/>
    <w:rsid w:val="001E757A"/>
    <w:rsid w:val="001F7434"/>
    <w:rsid w:val="00206496"/>
    <w:rsid w:val="00212420"/>
    <w:rsid w:val="0021589F"/>
    <w:rsid w:val="00220D9D"/>
    <w:rsid w:val="00227692"/>
    <w:rsid w:val="00235EB1"/>
    <w:rsid w:val="00247710"/>
    <w:rsid w:val="0025066F"/>
    <w:rsid w:val="00260343"/>
    <w:rsid w:val="002610A2"/>
    <w:rsid w:val="0026203B"/>
    <w:rsid w:val="00264E3F"/>
    <w:rsid w:val="00266C53"/>
    <w:rsid w:val="002759FF"/>
    <w:rsid w:val="00276C3B"/>
    <w:rsid w:val="00280F43"/>
    <w:rsid w:val="00293D99"/>
    <w:rsid w:val="00297C5B"/>
    <w:rsid w:val="00297E6B"/>
    <w:rsid w:val="002C11B5"/>
    <w:rsid w:val="002C2637"/>
    <w:rsid w:val="002C4634"/>
    <w:rsid w:val="002D336B"/>
    <w:rsid w:val="002E079A"/>
    <w:rsid w:val="002E6C85"/>
    <w:rsid w:val="002F492D"/>
    <w:rsid w:val="002F76BA"/>
    <w:rsid w:val="003017EB"/>
    <w:rsid w:val="00304B16"/>
    <w:rsid w:val="00307BA6"/>
    <w:rsid w:val="003112EB"/>
    <w:rsid w:val="00312623"/>
    <w:rsid w:val="00313178"/>
    <w:rsid w:val="003346CA"/>
    <w:rsid w:val="00343384"/>
    <w:rsid w:val="003505CF"/>
    <w:rsid w:val="00352768"/>
    <w:rsid w:val="003572C7"/>
    <w:rsid w:val="003658AC"/>
    <w:rsid w:val="00372302"/>
    <w:rsid w:val="00374836"/>
    <w:rsid w:val="00375944"/>
    <w:rsid w:val="00380841"/>
    <w:rsid w:val="00381055"/>
    <w:rsid w:val="0038145F"/>
    <w:rsid w:val="003A30CC"/>
    <w:rsid w:val="003B0CB3"/>
    <w:rsid w:val="003B5822"/>
    <w:rsid w:val="003B6ACB"/>
    <w:rsid w:val="003C1E58"/>
    <w:rsid w:val="003E2ACF"/>
    <w:rsid w:val="003F14C3"/>
    <w:rsid w:val="00404CF3"/>
    <w:rsid w:val="00413248"/>
    <w:rsid w:val="004165E6"/>
    <w:rsid w:val="00431100"/>
    <w:rsid w:val="00447681"/>
    <w:rsid w:val="004574B7"/>
    <w:rsid w:val="00464478"/>
    <w:rsid w:val="00473C44"/>
    <w:rsid w:val="004A0103"/>
    <w:rsid w:val="004A5A72"/>
    <w:rsid w:val="004B2450"/>
    <w:rsid w:val="004B65D9"/>
    <w:rsid w:val="004C30A0"/>
    <w:rsid w:val="004C66B5"/>
    <w:rsid w:val="004D1C29"/>
    <w:rsid w:val="004F2F52"/>
    <w:rsid w:val="004F7E7B"/>
    <w:rsid w:val="005145E1"/>
    <w:rsid w:val="00522BAC"/>
    <w:rsid w:val="00531BBB"/>
    <w:rsid w:val="00543F9D"/>
    <w:rsid w:val="00544323"/>
    <w:rsid w:val="00545646"/>
    <w:rsid w:val="005628B8"/>
    <w:rsid w:val="00565986"/>
    <w:rsid w:val="00566382"/>
    <w:rsid w:val="00570F4A"/>
    <w:rsid w:val="00573670"/>
    <w:rsid w:val="005760E3"/>
    <w:rsid w:val="005829DE"/>
    <w:rsid w:val="005A5BCD"/>
    <w:rsid w:val="005C20ED"/>
    <w:rsid w:val="005D2CEB"/>
    <w:rsid w:val="005E2257"/>
    <w:rsid w:val="005F0CA3"/>
    <w:rsid w:val="005F1787"/>
    <w:rsid w:val="005F3570"/>
    <w:rsid w:val="006127EB"/>
    <w:rsid w:val="006137BA"/>
    <w:rsid w:val="00631E41"/>
    <w:rsid w:val="00640BAA"/>
    <w:rsid w:val="0065552F"/>
    <w:rsid w:val="006634B6"/>
    <w:rsid w:val="00674648"/>
    <w:rsid w:val="00681B56"/>
    <w:rsid w:val="00682B23"/>
    <w:rsid w:val="00685699"/>
    <w:rsid w:val="00686806"/>
    <w:rsid w:val="00693D8D"/>
    <w:rsid w:val="006A78B8"/>
    <w:rsid w:val="006C761C"/>
    <w:rsid w:val="006D1C29"/>
    <w:rsid w:val="006D5C9A"/>
    <w:rsid w:val="006E7647"/>
    <w:rsid w:val="006E7E1F"/>
    <w:rsid w:val="0070422B"/>
    <w:rsid w:val="007045D3"/>
    <w:rsid w:val="00707479"/>
    <w:rsid w:val="00711A20"/>
    <w:rsid w:val="007171A1"/>
    <w:rsid w:val="00722F76"/>
    <w:rsid w:val="007315F2"/>
    <w:rsid w:val="007318D5"/>
    <w:rsid w:val="0073289D"/>
    <w:rsid w:val="00737CBE"/>
    <w:rsid w:val="0074204D"/>
    <w:rsid w:val="0074262A"/>
    <w:rsid w:val="00757CB8"/>
    <w:rsid w:val="0076080A"/>
    <w:rsid w:val="00761C79"/>
    <w:rsid w:val="00764F87"/>
    <w:rsid w:val="007713A0"/>
    <w:rsid w:val="00774510"/>
    <w:rsid w:val="00777456"/>
    <w:rsid w:val="00783841"/>
    <w:rsid w:val="007A0A25"/>
    <w:rsid w:val="007B2D35"/>
    <w:rsid w:val="007B3F7B"/>
    <w:rsid w:val="007C28CA"/>
    <w:rsid w:val="007C31C1"/>
    <w:rsid w:val="007C40E4"/>
    <w:rsid w:val="007D11F8"/>
    <w:rsid w:val="007D5CE5"/>
    <w:rsid w:val="007D74EC"/>
    <w:rsid w:val="007E4CDB"/>
    <w:rsid w:val="007E550A"/>
    <w:rsid w:val="007F5C77"/>
    <w:rsid w:val="007F5EF5"/>
    <w:rsid w:val="00801A3C"/>
    <w:rsid w:val="00806386"/>
    <w:rsid w:val="008115DF"/>
    <w:rsid w:val="0082523C"/>
    <w:rsid w:val="00825646"/>
    <w:rsid w:val="00850E8E"/>
    <w:rsid w:val="00854228"/>
    <w:rsid w:val="00870A4C"/>
    <w:rsid w:val="0087496B"/>
    <w:rsid w:val="00882D2C"/>
    <w:rsid w:val="0089309D"/>
    <w:rsid w:val="008B1790"/>
    <w:rsid w:val="008B44C1"/>
    <w:rsid w:val="008B6BC8"/>
    <w:rsid w:val="008B7371"/>
    <w:rsid w:val="008C699E"/>
    <w:rsid w:val="008F502D"/>
    <w:rsid w:val="008F6265"/>
    <w:rsid w:val="008F737B"/>
    <w:rsid w:val="009121FE"/>
    <w:rsid w:val="00922D74"/>
    <w:rsid w:val="009237A2"/>
    <w:rsid w:val="009242A7"/>
    <w:rsid w:val="0093618E"/>
    <w:rsid w:val="00942210"/>
    <w:rsid w:val="00944E20"/>
    <w:rsid w:val="00953417"/>
    <w:rsid w:val="00953FA8"/>
    <w:rsid w:val="00963948"/>
    <w:rsid w:val="00975F24"/>
    <w:rsid w:val="00977B06"/>
    <w:rsid w:val="00984C13"/>
    <w:rsid w:val="00986756"/>
    <w:rsid w:val="00991A78"/>
    <w:rsid w:val="00991B89"/>
    <w:rsid w:val="009B5FEF"/>
    <w:rsid w:val="009C1B4E"/>
    <w:rsid w:val="009C4F60"/>
    <w:rsid w:val="009C53F4"/>
    <w:rsid w:val="009C7A66"/>
    <w:rsid w:val="009D7CF9"/>
    <w:rsid w:val="009F1341"/>
    <w:rsid w:val="009F50D6"/>
    <w:rsid w:val="009F69DB"/>
    <w:rsid w:val="00A07104"/>
    <w:rsid w:val="00A14250"/>
    <w:rsid w:val="00A25977"/>
    <w:rsid w:val="00A3475D"/>
    <w:rsid w:val="00A4184A"/>
    <w:rsid w:val="00A5142B"/>
    <w:rsid w:val="00A52A98"/>
    <w:rsid w:val="00A56302"/>
    <w:rsid w:val="00A605FC"/>
    <w:rsid w:val="00A61524"/>
    <w:rsid w:val="00A7050C"/>
    <w:rsid w:val="00A71F4F"/>
    <w:rsid w:val="00A73FC9"/>
    <w:rsid w:val="00AA27B2"/>
    <w:rsid w:val="00AC6253"/>
    <w:rsid w:val="00AD4E27"/>
    <w:rsid w:val="00AE53DD"/>
    <w:rsid w:val="00AE7C85"/>
    <w:rsid w:val="00AF2938"/>
    <w:rsid w:val="00B052E0"/>
    <w:rsid w:val="00B116E5"/>
    <w:rsid w:val="00B14399"/>
    <w:rsid w:val="00B20947"/>
    <w:rsid w:val="00B20D2F"/>
    <w:rsid w:val="00B24B4A"/>
    <w:rsid w:val="00B2538B"/>
    <w:rsid w:val="00B27192"/>
    <w:rsid w:val="00B318A9"/>
    <w:rsid w:val="00B415C5"/>
    <w:rsid w:val="00B51797"/>
    <w:rsid w:val="00B60647"/>
    <w:rsid w:val="00B761B3"/>
    <w:rsid w:val="00B83D24"/>
    <w:rsid w:val="00B84B31"/>
    <w:rsid w:val="00B954DF"/>
    <w:rsid w:val="00B96139"/>
    <w:rsid w:val="00B969C9"/>
    <w:rsid w:val="00B97C38"/>
    <w:rsid w:val="00BA001E"/>
    <w:rsid w:val="00BB6005"/>
    <w:rsid w:val="00BD11F8"/>
    <w:rsid w:val="00BD6797"/>
    <w:rsid w:val="00BE2628"/>
    <w:rsid w:val="00C02263"/>
    <w:rsid w:val="00C11F38"/>
    <w:rsid w:val="00C24DAC"/>
    <w:rsid w:val="00C35A24"/>
    <w:rsid w:val="00C36A6C"/>
    <w:rsid w:val="00C428F1"/>
    <w:rsid w:val="00C43DAB"/>
    <w:rsid w:val="00C461AB"/>
    <w:rsid w:val="00C47BF5"/>
    <w:rsid w:val="00C5407C"/>
    <w:rsid w:val="00C5670B"/>
    <w:rsid w:val="00C57A8E"/>
    <w:rsid w:val="00C61236"/>
    <w:rsid w:val="00C6307E"/>
    <w:rsid w:val="00C66520"/>
    <w:rsid w:val="00C714CB"/>
    <w:rsid w:val="00C71930"/>
    <w:rsid w:val="00C80FAA"/>
    <w:rsid w:val="00C81B9D"/>
    <w:rsid w:val="00C96C32"/>
    <w:rsid w:val="00CA0BEE"/>
    <w:rsid w:val="00CC2C9F"/>
    <w:rsid w:val="00CC40C8"/>
    <w:rsid w:val="00CC6FA4"/>
    <w:rsid w:val="00CD0787"/>
    <w:rsid w:val="00CD2413"/>
    <w:rsid w:val="00CD4DB1"/>
    <w:rsid w:val="00CD538F"/>
    <w:rsid w:val="00CD7C72"/>
    <w:rsid w:val="00CF5C38"/>
    <w:rsid w:val="00D00154"/>
    <w:rsid w:val="00D04AAD"/>
    <w:rsid w:val="00D14CAC"/>
    <w:rsid w:val="00D221A1"/>
    <w:rsid w:val="00D266F3"/>
    <w:rsid w:val="00D30C6A"/>
    <w:rsid w:val="00D36583"/>
    <w:rsid w:val="00D37DFC"/>
    <w:rsid w:val="00D51CE2"/>
    <w:rsid w:val="00D52619"/>
    <w:rsid w:val="00D60553"/>
    <w:rsid w:val="00D670F7"/>
    <w:rsid w:val="00D7176B"/>
    <w:rsid w:val="00D71FA3"/>
    <w:rsid w:val="00D72F55"/>
    <w:rsid w:val="00D73FF4"/>
    <w:rsid w:val="00D95CF8"/>
    <w:rsid w:val="00DB09D0"/>
    <w:rsid w:val="00DB3EDB"/>
    <w:rsid w:val="00DB4AE4"/>
    <w:rsid w:val="00DB56AD"/>
    <w:rsid w:val="00DD7E0D"/>
    <w:rsid w:val="00DE1505"/>
    <w:rsid w:val="00E06C4F"/>
    <w:rsid w:val="00E276B5"/>
    <w:rsid w:val="00E40311"/>
    <w:rsid w:val="00E423E2"/>
    <w:rsid w:val="00E44D72"/>
    <w:rsid w:val="00E50CA7"/>
    <w:rsid w:val="00E66725"/>
    <w:rsid w:val="00E82F70"/>
    <w:rsid w:val="00E845AC"/>
    <w:rsid w:val="00E8557E"/>
    <w:rsid w:val="00E90A3A"/>
    <w:rsid w:val="00E951FC"/>
    <w:rsid w:val="00E968AC"/>
    <w:rsid w:val="00EA4E92"/>
    <w:rsid w:val="00EA52A8"/>
    <w:rsid w:val="00EC356C"/>
    <w:rsid w:val="00EC7886"/>
    <w:rsid w:val="00ED4781"/>
    <w:rsid w:val="00ED7416"/>
    <w:rsid w:val="00EF11A5"/>
    <w:rsid w:val="00EF32E8"/>
    <w:rsid w:val="00F11605"/>
    <w:rsid w:val="00F24E81"/>
    <w:rsid w:val="00F325BA"/>
    <w:rsid w:val="00F32917"/>
    <w:rsid w:val="00F35FB3"/>
    <w:rsid w:val="00F51072"/>
    <w:rsid w:val="00F60329"/>
    <w:rsid w:val="00F661B7"/>
    <w:rsid w:val="00F71602"/>
    <w:rsid w:val="00F73F83"/>
    <w:rsid w:val="00F74444"/>
    <w:rsid w:val="00F754AC"/>
    <w:rsid w:val="00F90942"/>
    <w:rsid w:val="00F90F66"/>
    <w:rsid w:val="00F93D7A"/>
    <w:rsid w:val="00F968F2"/>
    <w:rsid w:val="00FA6ED7"/>
    <w:rsid w:val="00FB1218"/>
    <w:rsid w:val="00FB3391"/>
    <w:rsid w:val="00FC425B"/>
    <w:rsid w:val="00FC5B99"/>
    <w:rsid w:val="00FC7D2E"/>
    <w:rsid w:val="00FD419C"/>
    <w:rsid w:val="00FE0531"/>
    <w:rsid w:val="00FF353B"/>
    <w:rsid w:val="00FF3C4C"/>
    <w:rsid w:val="00FF5625"/>
    <w:rsid w:val="00FF6488"/>
    <w:rsid w:val="00FF6FB6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6897807"/>
  <w15:chartTrackingRefBased/>
  <w15:docId w15:val="{5962CFEA-0A6D-4429-A66C-0F31FF02D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4478"/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QWONS Y+ Arial," w:hAnsi="QWONS Y+ Arial," w:cs="QWONS Y+ Arial,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4476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476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7681"/>
  </w:style>
  <w:style w:type="paragraph" w:styleId="BalloonText">
    <w:name w:val="Balloon Text"/>
    <w:basedOn w:val="Normal"/>
    <w:semiHidden/>
    <w:rsid w:val="0021589F"/>
    <w:rPr>
      <w:rFonts w:ascii="Tahoma" w:hAnsi="Tahoma" w:cs="Tahoma"/>
    </w:rPr>
  </w:style>
  <w:style w:type="table" w:styleId="TableGrid">
    <w:name w:val="Table Grid"/>
    <w:basedOn w:val="TableNormal"/>
    <w:uiPriority w:val="59"/>
    <w:rsid w:val="00BE26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276C3B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76C3B"/>
    <w:rPr>
      <w:sz w:val="24"/>
      <w:szCs w:val="24"/>
    </w:rPr>
  </w:style>
  <w:style w:type="paragraph" w:styleId="NoSpacing">
    <w:name w:val="No Spacing"/>
    <w:uiPriority w:val="1"/>
    <w:qFormat/>
    <w:rsid w:val="00C81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0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fuller\Downloads\Criteria%205.a.1%20-%20CCBHC%20Child%20Service%20Too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CEB981C1-FBB8-42E9-9B6D-24B0260490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F9C68F-1822-485F-ACCA-4E983746C8E8}"/>
</file>

<file path=customXml/itemProps3.xml><?xml version="1.0" encoding="utf-8"?>
<ds:datastoreItem xmlns:ds="http://schemas.openxmlformats.org/officeDocument/2006/customXml" ds:itemID="{ADA275E7-9157-4147-B082-95E42405CFE5}"/>
</file>

<file path=customXml/itemProps4.xml><?xml version="1.0" encoding="utf-8"?>
<ds:datastoreItem xmlns:ds="http://schemas.openxmlformats.org/officeDocument/2006/customXml" ds:itemID="{A7925F4B-B4DF-4CCC-B4B0-437C5A117DE3}"/>
</file>

<file path=docProps/app.xml><?xml version="1.0" encoding="utf-8"?>
<Properties xmlns="http://schemas.openxmlformats.org/officeDocument/2006/extended-properties" xmlns:vt="http://schemas.openxmlformats.org/officeDocument/2006/docPropsVTypes">
  <Template>Criteria 5.a.1 - CCBHC Child Service Tool</Template>
  <TotalTime>0</TotalTime>
  <Pages>4</Pages>
  <Words>1388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Progress Note.cdr</vt:lpstr>
    </vt:vector>
  </TitlesOfParts>
  <Company>ODMH</Company>
  <LinksUpToDate>false</LinksUpToDate>
  <CharactersWithSpaces>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Progress Note.cdr</dc:title>
  <dc:subject/>
  <dc:creator>ART FULLER</dc:creator>
  <cp:keywords/>
  <cp:lastModifiedBy>ART FULLER</cp:lastModifiedBy>
  <cp:revision>1</cp:revision>
  <cp:lastPrinted>2008-09-29T16:33:00Z</cp:lastPrinted>
  <dcterms:created xsi:type="dcterms:W3CDTF">2023-11-14T19:17:00Z</dcterms:created>
  <dcterms:modified xsi:type="dcterms:W3CDTF">2023-11-14T19:17:00Z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</Properties>
</file>